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682CF" w14:textId="77777777" w:rsidR="00BA5CC8" w:rsidRPr="00BA5CC8" w:rsidRDefault="00BA5CC8" w:rsidP="00BA5CC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A5CC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SARS-CoV-2/human/USA/VA-CDC-2-5715112/2022 ORF1ab polyprotein (ORF1ab) and ORF1a polyprotein (ORF1ab) genes, partial cds; surface glycoprotein (S), ORF3a protein (ORF3a), envelope protein (E), membrane gl...</w:t>
      </w:r>
    </w:p>
    <w:p w14:paraId="63E5458B" w14:textId="77777777" w:rsidR="00BA5CC8" w:rsidRPr="00BA5CC8" w:rsidRDefault="00BA5CC8" w:rsidP="00BA5CC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A5CC8">
        <w:rPr>
          <w:rFonts w:ascii="ＭＳ Ｐゴシック" w:eastAsia="ＭＳ Ｐゴシック" w:hAnsi="ＭＳ Ｐゴシック" w:cs="ＭＳ Ｐゴシック"/>
          <w:kern w:val="0"/>
          <w:sz w:val="24"/>
        </w:rPr>
        <w:t>GenBank: ON334146.1</w:t>
      </w:r>
    </w:p>
    <w:p w14:paraId="6DA9D98F" w14:textId="77777777" w:rsidR="00BA5CC8" w:rsidRPr="00BA5CC8" w:rsidRDefault="00BA5CC8" w:rsidP="00BA5CC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A5C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A5CC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"https://www.ncbi.nlm.nih.gov/nuccore/ON334146.1?report=fasta" </w:instrText>
      </w:r>
      <w:r w:rsidRPr="00BA5C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A5CC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A5C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A5CC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A5C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A5CC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"https://www.ncbi.nlm.nih.gov/nuccore/ON334146.1?report=graph" </w:instrText>
      </w:r>
      <w:r w:rsidRPr="00BA5C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A5CC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A5C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A5CC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34146.1"/>
    <w:bookmarkEnd w:id="1"/>
    <w:p w14:paraId="280C2AA7" w14:textId="77777777" w:rsidR="00BA5CC8" w:rsidRPr="00BA5CC8" w:rsidRDefault="00BA5CC8" w:rsidP="00BA5CC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A5C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A5CC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"https://www.ncbi.nlm.nih.gov/nuccore/ON334146.1" \l "goto2230345400_0" </w:instrText>
      </w:r>
      <w:r w:rsidRPr="00BA5C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A5CC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A5CC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5CD0B2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LOCUS       ON334146               28962 bp    RNA     linear   VRL 25-APR-2022</w:t>
      </w:r>
    </w:p>
    <w:p w14:paraId="5630CF3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98B913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SARS-CoV-2/human/USA/VA-CDC-2-5715112/2022 ORF1ab polyprotein</w:t>
      </w:r>
    </w:p>
    <w:p w14:paraId="6A4E789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surface</w:t>
      </w:r>
    </w:p>
    <w:p w14:paraId="5F76217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51EF74F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6A66857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and nucleocapsid</w:t>
      </w:r>
    </w:p>
    <w:p w14:paraId="7A1BE5D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genes, complete cds; and ORF10 protein (ORF10)</w:t>
      </w:r>
    </w:p>
    <w:p w14:paraId="1B4E979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partial cds.</w:t>
      </w:r>
    </w:p>
    <w:p w14:paraId="311983B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ACCESSION   ON334146</w:t>
      </w:r>
    </w:p>
    <w:p w14:paraId="3AE009B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VERSION     ON334146.1</w:t>
      </w:r>
    </w:p>
    <w:p w14:paraId="3FE13DF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"https://www.ncbi.nlm.nih.gov/bioproject/PRJNA689853"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PRJNA689853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141FE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"https://www.ncbi.nlm.nih.gov/biosample/SAMN27762057"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SAMN27762057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199B1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B5FB2F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160D5D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AF8877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B721C2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3AECCE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3F861E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REFERENCE   1  (bases 1 to 28962)</w:t>
      </w:r>
    </w:p>
    <w:p w14:paraId="6AD0075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Sheth,M., Nobles,S., Madden,J., Padilla,J., Burgin,A., Bentz,M.,</w:t>
      </w:r>
    </w:p>
    <w:p w14:paraId="49B7B36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Burroughs,M., Cook,P., Paden,C.R., Batra,D., Knipe,K., Howard,D.,</w:t>
      </w:r>
    </w:p>
    <w:p w14:paraId="276A8C3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Unoarumhi,Y., Schmerer,M., Rambo-Martin,B.L., Lacek,K., Shepard,S.,</w:t>
      </w:r>
    </w:p>
    <w:p w14:paraId="3D915E3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Wentworth,D., Dugan,V. and Lee,J.</w:t>
      </w:r>
    </w:p>
    <w:p w14:paraId="0CD7333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National SARS-CoV-2 Surveillance</w:t>
      </w:r>
    </w:p>
    <w:p w14:paraId="36D4FF1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JOURNAL   Unpublished</w:t>
      </w:r>
    </w:p>
    <w:p w14:paraId="244B69C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REFERENCE   2  (bases 1 to 28962)</w:t>
      </w:r>
    </w:p>
    <w:p w14:paraId="7C25CF4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Sheth,M., Nobles,S., Madden,J., Padilla,J., Burgin,A., Bentz,M.,</w:t>
      </w:r>
    </w:p>
    <w:p w14:paraId="518CFA4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Burroughs,M., Cook,P., Paden,C.R., Batra,D., Knipe,K., Howard,D.,</w:t>
      </w:r>
    </w:p>
    <w:p w14:paraId="2869836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Unoarumhi,Y., Schmerer,M., Rambo-Martin,B.L., Lacek,K., Shepard,S.,</w:t>
      </w:r>
    </w:p>
    <w:p w14:paraId="72E1EC1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Wentworth,D., Dugan,V. and Lee,J.</w:t>
      </w:r>
    </w:p>
    <w:p w14:paraId="602A1B1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A5F511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(25-APR-2022) Biotechnology Core Facility Branch, Centers</w:t>
      </w:r>
    </w:p>
    <w:p w14:paraId="45B707F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for Disease Control and Prevention, 1600 Clifton Rd, Atlanta, GA</w:t>
      </w:r>
    </w:p>
    <w:p w14:paraId="19B89CE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30329, USA</w:t>
      </w:r>
    </w:p>
    <w:p w14:paraId="5A689A3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34146.1"/>
      <w:bookmarkEnd w:id="2"/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9F12EA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IRMA v1.0.2</w:t>
      </w:r>
    </w:p>
    <w:p w14:paraId="3498CF5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6556CF1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E54603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34146.1"/>
      <w:bookmarkEnd w:id="3"/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5FB8E7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1..28962</w:t>
      </w:r>
    </w:p>
    <w:p w14:paraId="6E957AC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794987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AAAA5B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FA3264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/isolate="SARS-CoV-2/human/USA/VA-CDC-2-5715112/2022"</w:t>
      </w:r>
    </w:p>
    <w:p w14:paraId="51006DB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87E3CA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EABD5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VA"</w:t>
      </w:r>
    </w:p>
    <w:p w14:paraId="716DD20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/collection_date="2022-02-24"</w:t>
      </w:r>
    </w:p>
    <w:p w14:paraId="1D1F04D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"https://www.ncbi.nlm.nih.gov/nuccore/ON334146.1?from=1&amp;to=20910"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&lt;1..20910</w:t>
      </w:r>
    </w:p>
    <w:p w14:paraId="4A09DC9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5F511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"https://www.ncbi.nlm.nih.gov/nuccore/ON334146.1?location=1:12823,12823:20910"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join(&lt;1..12823,12823..20910)</w:t>
      </w:r>
    </w:p>
    <w:p w14:paraId="1EB68B7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1213C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C8E6DB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3F1337C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F4FBFA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"https://www.ncbi.nlm.nih.gov/protein/2230345401"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UPL77160.1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778AB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/translation="NKGAGGHSYGADLKSFDLGDELGTDPYEDFQENWNTKHSSGVTR</w:t>
      </w:r>
    </w:p>
    <w:p w14:paraId="321222D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ELMRELNGGAYTRYVDNNFCGPDGYPLECIKDLLARAGKASCTLSEQLDFIDTKRGVY</w:t>
      </w:r>
    </w:p>
    <w:p w14:paraId="7CCE819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CCREHEHEIAWYTERSEKSYELQTPFEIKLAKKFDTFNGECPNFVFPLNSIIKTIQPR</w:t>
      </w:r>
    </w:p>
    <w:p w14:paraId="194D891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VEKKKLDGFMGRIRSVYPVASPNECNQMCLSTLMKCDHCGETSWQTGDFVKATCEFCG</w:t>
      </w:r>
    </w:p>
    <w:p w14:paraId="4E921E0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TENLTKEGATTCGYLPQNAVVKIYCPACHNSEVGPEHSLAEYHNESGLKTILRKGGRT</w:t>
      </w:r>
    </w:p>
    <w:p w14:paraId="56972CD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IAFGGCVFSYVGCHNKCAYWVPRASANIGCNHTGVVGEGSEGLNDNLLEILQKEKVNI</w:t>
      </w:r>
    </w:p>
    <w:p w14:paraId="009F16D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NIVGDFKLNEEIAIILASFSASTSAFVETVKGLDYKAFKQIVESCGNFKVTKGKAKKG</w:t>
      </w:r>
    </w:p>
    <w:p w14:paraId="723BB91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AWNIGEQKSILSPLYAFASEAARVVRSIFSRTLETAQNSVRVLQKAAITILDGISQYS</w:t>
      </w:r>
    </w:p>
    <w:p w14:paraId="7838FE7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LRLIDAMMFTSDLATNNLVVMAYITGGVVQLTSQWLTNIFGTVYEKLKPVLDWLEEKF</w:t>
      </w:r>
    </w:p>
    <w:p w14:paraId="3D87603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KEGVEFLRDGWEIVKFISTCACEIVGGQIVTCAKEIKESVQTFFKLVNKFLALCADSI</w:t>
      </w:r>
    </w:p>
    <w:p w14:paraId="0D830C5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IIGGAKLKALNLGETFVTHSKGLYRKCVKSREETGLLMPLKAPKEIIFLEGETLPTEV</w:t>
      </w:r>
    </w:p>
    <w:p w14:paraId="777DA18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LTEEVVLKTGDLQPLEQPTSEAVEAPLVGTPVCINGLMLLEIKDTEKYCALAPNMMVT</w:t>
      </w:r>
    </w:p>
    <w:p w14:paraId="29AA80C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NNTFTLKGGAPTKVTFGDDTVIEVQGYKSVNITFELDERIDKVLNERCSAYTVELGTE</w:t>
      </w:r>
    </w:p>
    <w:p w14:paraId="0D1BFA5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VNEFACVVADAVIKTLQPVSELLTPLGIDLDEWSMATYYLFDESGEFKLASHMYCSFY</w:t>
      </w:r>
    </w:p>
    <w:p w14:paraId="055F821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PPDEDEEEGDCEEEEFEPSTQYEYGTEDDYQGKPLEFGATSAALQPEEEQEEDWLDDD</w:t>
      </w:r>
    </w:p>
    <w:p w14:paraId="3C0FA0A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SQQTVGQQDGSEDNQTTTIQTIVEVQPQLEMELTPVVQTIEVNSFSGYLKLTDNVYIK</w:t>
      </w:r>
    </w:p>
    <w:p w14:paraId="3E93D64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NADIVEEAKKVKPTVVVNAANVYLKHGGGVAGALNKATNNAMQVESDDYIATNGPLKV</w:t>
      </w:r>
    </w:p>
    <w:p w14:paraId="48903BE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GGSCVLSGHNLAKHCLHVVGPNVNKGEDIQLLKSAYENFNQHEVLLAPLLSAGIFGAD</w:t>
      </w:r>
    </w:p>
    <w:p w14:paraId="6058070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PIHSLRVCVDTVRTNVYLAVFDKNLYDKLVSSFLEMKSEKQVEQKIAEIPKEEVKPFI</w:t>
      </w:r>
    </w:p>
    <w:p w14:paraId="2C11A0A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TESKPSVEQRKQDDKKIKACVEEVTTTLEETKFLTENLLLYIDINGNLHPDSATLVSD</w:t>
      </w:r>
    </w:p>
    <w:p w14:paraId="3B4C369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IDITFLKKDAPYIVGDVVQEGVLTAVVIPTKKAGGTTEMLAKALRKVPTDNYITTYPG</w:t>
      </w:r>
    </w:p>
    <w:p w14:paraId="75D6896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QGLNGYTVEEAKTVLKKCKSAFYILPSIISNEKQEILGTVSWNLREMLAHAEETRKLM</w:t>
      </w:r>
    </w:p>
    <w:p w14:paraId="42632D9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PVCVETKAIVSTIQRKYKGIKIQEGVVDYGARFYFYTSKTTVASLINTLNDLNETLVT</w:t>
      </w:r>
    </w:p>
    <w:p w14:paraId="71D97BD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MPLGYVTHGLNLEEAARYMRSLKVPATVSVSSPDAVTAYNGYLTSSSKTPEEHFIETI</w:t>
      </w:r>
    </w:p>
    <w:p w14:paraId="3F70832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SLAGSYKDWSYSGQSTQLGIEFLKRGDKSVYYTSNPTTFHLDGEVITFDNLKTLLSLR</w:t>
      </w:r>
    </w:p>
    <w:p w14:paraId="5A63606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EVRTIKVFTTVDNINLHTQVVDMSMTYGQQFGPTYLDGADVTKIKPHNSHEGKTFYVL</w:t>
      </w:r>
    </w:p>
    <w:p w14:paraId="317734D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PNDDTLRVEAFEYYHTTDPSFLGRYMSALNHTKKWKYPQVNGLTSIKWADNNCYLATA</w:t>
      </w:r>
    </w:p>
    <w:p w14:paraId="45326CD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LLTLQQIELKFNPPALQDAYYRARAGEAANFCALILAYCNKTVGELGDVRETMSYLFQ</w:t>
      </w:r>
    </w:p>
    <w:p w14:paraId="3A85C34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HANLDSCKRVLNVVCKTCGQQQTTLKGVEAVMYMGTLSYEQFKKGVQIPCTCGKQATK</w:t>
      </w:r>
    </w:p>
    <w:p w14:paraId="38A05DF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YLVQQESPFVMMSAPPAQYELKHGTFTCASEYTGNYQCGHYKHITSKETLYCIDGALL</w:t>
      </w:r>
    </w:p>
    <w:p w14:paraId="7B41C64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TKSSEYKGPITDVFYKENSYTTTIKPVTYKLDGVVCTEIDPKLDNYYKKDNSYFTEQP</w:t>
      </w:r>
    </w:p>
    <w:p w14:paraId="255FEA0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IDLVPNQPYPNASFDNFKFVCDNIKFADDLNQLTGYKKPASRELKVTFFPDLNGDVVA</w:t>
      </w:r>
    </w:p>
    <w:p w14:paraId="6BA1175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IDYKHYTPSFKKGAKLLHKPIVWHVNNATNKATYKPNTWCIRCLWSTKPVETSNSFDV</w:t>
      </w:r>
    </w:p>
    <w:p w14:paraId="1E08F21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LKSEDAQGMDNLACEDLKPVSEEVVENPTIQKDVLECNVKTTEVVGDIILKPANNSLK</w:t>
      </w:r>
    </w:p>
    <w:p w14:paraId="583C50D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ITEEVGHTDLMAAYVDNSSLTIKKPNELSRVLGLKTLATHGLAAVNSVPWDTIANYAK</w:t>
      </w:r>
    </w:p>
    <w:p w14:paraId="1CF73FC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PFLNKVVSTTTNIVTRCLNRVCTNYMPYFFTLLLQLCTFTRSTNSRIKASMPTTIAKN</w:t>
      </w:r>
    </w:p>
    <w:p w14:paraId="5457453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TVKSVGKFCLEASFNYLKSPNFSKLINIIIWFLLLSVCLGSLIYSTAALGVLMSNLGM</w:t>
      </w:r>
    </w:p>
    <w:p w14:paraId="3306E2C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PSYCTGYREGYLNSTNVTIATYCTGSIPCSVCLSGLDSLDTYPSLETIQITISSFKWD</w:t>
      </w:r>
    </w:p>
    <w:p w14:paraId="2A362AE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LTAFGLVAEWFLAYILFTRFFYVLGLAAIMQLFFSYFAVHFISNSWLMWLIINLVQMA</w:t>
      </w:r>
    </w:p>
    <w:p w14:paraId="7B17E3F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PISAMVRMYIFFASFYYVWKSYVHVVDGCNSSTCMMCYKRNRATRVECTTIVNGVRRS</w:t>
      </w:r>
    </w:p>
    <w:p w14:paraId="5E922A1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FYVYANGGKGFCKLHNWNCVNCDTFCAGSTFISDEVARDLSLQFKRPINPTDQSSYIV</w:t>
      </w:r>
    </w:p>
    <w:p w14:paraId="2866863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DSVTVKNGSIHLYFDKAGQKTYERHSLSHFVNLDNLRANNTKGSLPINVIVFDGKSKC</w:t>
      </w:r>
    </w:p>
    <w:p w14:paraId="003779C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EESSAKSASVYYSQLMCQPILLLDQALVSDVGDSAEVAVKMFDAYVNTFSSTFNVPME</w:t>
      </w:r>
    </w:p>
    <w:p w14:paraId="6B473E3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KLKTLVATAEAELAKNVSLDNVLSTFISAARQGFVDSDVETKDVVECLKLSHQSDIEV</w:t>
      </w:r>
    </w:p>
    <w:p w14:paraId="272B11B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TGDSCNNYMLTYNKVENMTPRDLGACIDCSARHINAQVAKSHNITLIWNVKDFMSLSE</w:t>
      </w:r>
    </w:p>
    <w:p w14:paraId="3A54394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QLRKQIRSAAKKNNLPFKLTCATTRQVVNVVTTKIALKGGKIVNNWLKQLIKVTLVFL</w:t>
      </w:r>
    </w:p>
    <w:p w14:paraId="4C264CC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FVAAIFYLITPVHVMSKHTDFSSEIIGYKAIDGGVTRDIASTDTCFANKHADFDTWFS</w:t>
      </w:r>
    </w:p>
    <w:p w14:paraId="745C756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QRGGSYTNDKACPLIAAVITREVGFVVPGLPGTILRTTNGDFLHFLPRVFSAVGNICY</w:t>
      </w:r>
    </w:p>
    <w:p w14:paraId="1A1043E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TPSKLIEYTDFATSACVLAAECTIFKDASGKPVPYCYDTNVLEGSVAYESLRPDTRYV</w:t>
      </w:r>
    </w:p>
    <w:p w14:paraId="7D0A1FA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LMDGSIIQFPNTYLEGSVRVVTTFDSEYCRHGTCERSEAGVCVSTSGRWVLNNDYYRS</w:t>
      </w:r>
    </w:p>
    <w:p w14:paraId="086E2E7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LPGVFCGVDAVNLLTNMFTPLIQPIGALDISASIVAGGIVAIVVTCLAYYFMRFRRAF</w:t>
      </w:r>
    </w:p>
    <w:p w14:paraId="05F9D74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GEYSHVVAFNTLLFLMSFTVLCLTPVYSFLPGVYSVIYLYLTFYLTNDVSFLAHIQWM</w:t>
      </w:r>
    </w:p>
    <w:p w14:paraId="5CC3F01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VMFTPLVPFWITIAYIICISTKHFYWFFSNYLKRRVFFNGVSFSTFEEAALCTFLLNK</w:t>
      </w:r>
    </w:p>
    <w:p w14:paraId="63DF936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EMYLKLRSDVLLPLTQYNRYLALYNKYKYFSGAMDTTSYREAACCHLAKALNDFSNSG</w:t>
      </w:r>
    </w:p>
    <w:p w14:paraId="1325B9F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SDVLYQPPQISITSAVLQSGFRKMAFPSGKVEGCMVQVTCGTTTLNGLWLDDVVYCPR</w:t>
      </w:r>
    </w:p>
    <w:p w14:paraId="295C2EB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HVICTSEDMLNPNYEDLLIRKSNHNFLVQAGNVQLRVIGHSMQNCVLKLKVDTANPKT</w:t>
      </w:r>
    </w:p>
    <w:p w14:paraId="507A0C1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PKYKFVRIQPGQTFSVLACYNGSPSGVYQCAMRHNFTIKGSFLNGSCGSVGFNIDYDC</w:t>
      </w:r>
    </w:p>
    <w:p w14:paraId="752E726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VSFCYMHHMELPTGVHAGTDLEGNFYGPFVDRQTAQAAGTDTTITVNVLAWLYAAVIN</w:t>
      </w:r>
    </w:p>
    <w:p w14:paraId="11E774B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GDRWFLNRFTTTLNDFNLVAMKYNYEPLTQDHVDILGPLSAQTGIAVLDMCASLKELL</w:t>
      </w:r>
    </w:p>
    <w:p w14:paraId="777488A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QNGMNGRTILGSALLEDEFTPFDVVRQCSGVTFQSAVKRTIKGTHHWLLLTILTSLLV</w:t>
      </w:r>
    </w:p>
    <w:p w14:paraId="4CAAA2F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LVQSTQWSLFFFLYENAFLPFAMGIIAMSAFAMMFVKHKHAFLCLFLLPSLATVAYFN</w:t>
      </w:r>
    </w:p>
    <w:p w14:paraId="493BB2B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MVYMPASWVMRIMTWLDMVDTXXXXFKLKDCVMYASAVVLLILMTARTVYDDGARRVW</w:t>
      </w:r>
    </w:p>
    <w:p w14:paraId="12447C3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TLMNVLTLVYKVYYGNALDQAISMWALIISVTSNYSGVVTTVMFLARGVVFMCVEYCP</w:t>
      </w:r>
    </w:p>
    <w:p w14:paraId="685DFA0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IFFITGNTLQCIMLVYCFLGYFCTCYFGLFCLLNRYFRLTLGVYDYLVSTQEFRYMNS</w:t>
      </w:r>
    </w:p>
    <w:p w14:paraId="784D091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QGLLPPKNSIDAFKLNIKLLGVGGKPCIKVATVQSKMSDVKCTSVVLLSVLQQLRVES</w:t>
      </w:r>
    </w:p>
    <w:p w14:paraId="3E63E7C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SSKLWAQCVQLHNDILLAKDTTEAFEKMVSLLSVLLSMQGAVDINKLCEEMLDNRATL</w:t>
      </w:r>
    </w:p>
    <w:p w14:paraId="19BF2DA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QAIASEFSSLPSYAAFATAQEAYEQAVANGDSEVVLKKLKKSLNVAKSEFDRDAAMQR</w:t>
      </w:r>
    </w:p>
    <w:p w14:paraId="56467B1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KLEKMADQAMTQMYKQARSEDKRAKVTSAMQTMLFTMLRKLDNDALNNIINNARDGCV</w:t>
      </w:r>
    </w:p>
    <w:p w14:paraId="68EDEA8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PLNIIPLTTAAKLMVVIPDYNTYKNTCDGTTFTYASALWEIQQVVDADSKIVQLSEIS</w:t>
      </w:r>
    </w:p>
    <w:p w14:paraId="0A4AA1C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MDNSPNLAWPLIVTALRANSAVKLQNNELSPVALRQMSCAAGTTQTACTDDNALAYYN</w:t>
      </w:r>
    </w:p>
    <w:p w14:paraId="6C2CD7E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TTKGGRFVLALLSDLQDLKWARFPKSDGTGTIYTELEPPCRFVTDTPKGPKVKYLYFI</w:t>
      </w:r>
    </w:p>
    <w:p w14:paraId="0F63DB3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KGLNNLNRGMVLGSLAATVRLQAGNATEVPANSTVLSFCAFAVDAAKAYKDYLASGGQ</w:t>
      </w:r>
    </w:p>
    <w:p w14:paraId="04DD913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PITNCVKMLCTHTGTGQAITVTPEANMDQESFGGASCCLYCRCHIDHPNPKGFCDLKG</w:t>
      </w:r>
    </w:p>
    <w:p w14:paraId="4319BD3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KYVQIPTTCANDPVGFTLKNTVCTVCGMWKGYGCSCDQLREPMLQSADAQSFLNRVCG</w:t>
      </w:r>
    </w:p>
    <w:p w14:paraId="4D7C713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VSAARLTPCGTGTSTDVVYRAFDIYNDKVAGFAKFLKTNCCRFQEKDEDDNLIDSYFV</w:t>
      </w:r>
    </w:p>
    <w:p w14:paraId="3A11534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VKRHTFSNYQHEETIYNLLKDCPAVAKHDFFKFRIDGDMVPHISRQRLTKYTMADLVY</w:t>
      </w:r>
    </w:p>
    <w:p w14:paraId="45B5B3D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ALRHFDEGNCDTLKEILVTYNCCDDDYFNKKDWYDFVENPDILRVYANLGERVRQALL</w:t>
      </w:r>
    </w:p>
    <w:p w14:paraId="66C2585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KTVQFCDAMRNAGIVGVLTLDNQDLNGNWYDFGDFIQTTPGSGVPVVDSYYSLLMPIL</w:t>
      </w:r>
    </w:p>
    <w:p w14:paraId="48C4C64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TLTRALTAESHVDTDLTKPYIKWDLLKYDFTEERLKLFDRYFKYWDQTYHPNCVNCLD</w:t>
      </w:r>
    </w:p>
    <w:p w14:paraId="3FF720C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DRCILHCANFNVLFSTVFPLTSFGPLVRKIFVDGVPFVVSTGYHFRELGVVHNQDVNL</w:t>
      </w:r>
    </w:p>
    <w:p w14:paraId="06B158B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HSSRLSFKELLVYAADPAMHAASGNLLLDKRTTCFSVAALTNNVAFQTVKPGNFNKDF</w:t>
      </w:r>
    </w:p>
    <w:p w14:paraId="5CA5704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YDFAVSKGFFKEGSSVELKHFFFAQDGNAAISDYDYYRYNLPTMCDIRQLLFVVEVVD</w:t>
      </w:r>
    </w:p>
    <w:p w14:paraId="51D1EB3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KYFDCYDGGCINANQVIVNNLDKSAGFPFNKWGKARLYYDSMSYEDQDALFAYTKRNV</w:t>
      </w:r>
    </w:p>
    <w:p w14:paraId="7D38EA5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IPTITQMNLKYAISAKNRARTVAGVSICSTMTNRQFHQKLLKSIAATRGATVVIGTSK</w:t>
      </w:r>
    </w:p>
    <w:p w14:paraId="0B827A7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FYGGWHNMLKTVYSDVENPHLMGWDYPKCDRAMPNMLRIMASLVLARKHTTCCSLSHR</w:t>
      </w:r>
    </w:p>
    <w:p w14:paraId="27A050D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FYRLANECAQVLSEMVMCGGSLYVKPGGTSSGDATTAYANSVFNICQAVTANVNALLS</w:t>
      </w:r>
    </w:p>
    <w:p w14:paraId="4C4A116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TDGNKIADKYVRNLQHRLYECLYRNRDVDTDFVNEFYAYLRKHFSMMILSDDAVVCFN</w:t>
      </w:r>
    </w:p>
    <w:p w14:paraId="5089CF2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STYASQGLVASIKNFKSVLYYQNNVFMSEAKCWTETDLTKGPHEFCSQHTMLVKQGDD</w:t>
      </w:r>
    </w:p>
    <w:p w14:paraId="51DD740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YVYLPYPDPSRILGAGCFVDDIVKTDGTLMIERFVSLAIDAYPLTKHPNQEYADVFHL</w:t>
      </w:r>
    </w:p>
    <w:p w14:paraId="37B9B88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YLQYIRKLHDELTGHMLDMYSVMLTNDNTSRYWEPEFYEAMYTPHTVLQAVGACVLCN</w:t>
      </w:r>
    </w:p>
    <w:p w14:paraId="6AE876B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SQTSLRCGACIRRPFLCCKCCYDHVISTSHKLVLSVNPYVCNAPGCDVTDVTQLYLGG</w:t>
      </w:r>
    </w:p>
    <w:p w14:paraId="731F57B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MSYYCKSHKPPISFPLCANGQVFGLYKNTCVGSDNVTDFNAIATCDWTNAGDYILANT</w:t>
      </w:r>
    </w:p>
    <w:p w14:paraId="147516D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CTERLKLFAAETLKATEETFKLSYGIATVREVLSDRELHLSWEVGKPRPPLNRNYVFT</w:t>
      </w:r>
    </w:p>
    <w:p w14:paraId="6AF93C3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GYRVTKNSKVQIGEYTFEKGDYGDAVVYRGTTTYKLNVGDYFVLTSHTVMPLSAPTLV</w:t>
      </w:r>
    </w:p>
    <w:p w14:paraId="7687360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PQEHYVRITGLYPTLNISDEFSSNVANYQKVGMQKYSTLQGPPGTGKSHFAIGLALYY</w:t>
      </w:r>
    </w:p>
    <w:p w14:paraId="3C31CCD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PSARIVYTACSHAAVDALCEKALKYLPIDKCSRIIPARARVECFDKFKVNSTLEQYVF</w:t>
      </w:r>
    </w:p>
    <w:p w14:paraId="5D8D3E6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CTVNALPETTADIVVFDEISMATNYDLSVVNARLRAKHYVYIGDPAQLPAPRTLLTKG</w:t>
      </w:r>
    </w:p>
    <w:p w14:paraId="0E9F185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TLEPEYFNSVCRLMKTIGPDMFLGTCRRCPAEIVDTVSALVYDNKLKAHKDKSAQCFK</w:t>
      </w:r>
    </w:p>
    <w:p w14:paraId="0876445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MFYKGVITHDVSSAINRPQIGVVREFLTRNPAWRKAVFISPYNSQNAVASKILGLPTQ</w:t>
      </w:r>
    </w:p>
    <w:p w14:paraId="3C28529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TVDSSQGSEYDYVIFTQTTETAHSCNVNRFNVAITRAKVGILCIMSDRDLYDKLQFTS</w:t>
      </w:r>
    </w:p>
    <w:p w14:paraId="71F518E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LEIPRRNVATLQAENVTGLFKDCSKVITGLHPTQAPTHLSVDTKFKTEGLCVDVPGIP</w:t>
      </w:r>
    </w:p>
    <w:p w14:paraId="62CA7DD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KDMTYRRLISMMGFKMNYQVNGYPNMFITREEAIRHVRAWIGFDVEGCHATREAVGTN</w:t>
      </w:r>
    </w:p>
    <w:p w14:paraId="0D4B56A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LPLQLGFSTGVNLVAVPTGYVDTPNNTDFSRVSAKPPPGDQFKHLIPLMYKGLPWNVV</w:t>
      </w:r>
    </w:p>
    <w:p w14:paraId="1E476C6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RIKIVQMLSDTLKNLSDRVVFVLWAHGFELTSMKYFVKIGPERTCCLCDRRATCFSTA</w:t>
      </w:r>
    </w:p>
    <w:p w14:paraId="3516864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SDTYACWHHSIGFDYVYNPFMIDVQQWGFTGNLQSNHDLYCQVHGNAHVASCDAIMTR</w:t>
      </w:r>
    </w:p>
    <w:p w14:paraId="3C2B44D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CLAVHECFVKRVDWTIEYPIIGDELKINAACRKVQHMVVKAALLADKFPVLHDIGNPK</w:t>
      </w:r>
    </w:p>
    <w:p w14:paraId="62FCB22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AIKCVPQADVEWKFYDAQPCSDKAYKIEELFYSYATHSDKFTDGVCLFWNCNVDRYPA</w:t>
      </w:r>
    </w:p>
    <w:p w14:paraId="134BC8B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NSIVCRFDTRVLSNLNLPGCDGGSLYVNKHAFHTPAFDKSAFVNLKQLPFFYYSDSPC</w:t>
      </w:r>
    </w:p>
    <w:p w14:paraId="5D606EB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ESHGKQVVSDIDYVPLKSATCITRCNLGGAVCRHHANEYRLYLDAYNMMISAGFSLWV</w:t>
      </w:r>
    </w:p>
    <w:p w14:paraId="578573C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YKQFDTYNLWNTFTRLQSLENVAFNVVNKGHFDGQQGEVPVSIINNTVYTKVDGVDVE</w:t>
      </w:r>
    </w:p>
    <w:p w14:paraId="35B82DD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LFENKTTLPVNVAFELWAKRNIKPVPEVKILNNLGVDIAANTVIWDYKRDAPAHISTI</w:t>
      </w:r>
    </w:p>
    <w:p w14:paraId="75C3EEB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GVCSMTDIAKKPTETICAPLTVFFDGRVDGQVDLFRNARNGVLITEGSVKGLQPSVGP</w:t>
      </w:r>
    </w:p>
    <w:p w14:paraId="78AAD41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KQASLNGVTLIGEAVKTQFNYYKKVDGVVQQLPETYFTQSRNLQEFKPRSQMEIDFLE</w:t>
      </w:r>
    </w:p>
    <w:p w14:paraId="4C97C4A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LAMDEFIERYKLEGYAFEHIVYGDFSHSQLGGLHLLIGLAKRFKESPFELEDFIPMDS</w:t>
      </w:r>
    </w:p>
    <w:p w14:paraId="755F56E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TVKNYFITDAQTGSSKCVCSVIDLLLDDFVEIIKSQDLSVVSKVVKVTIDYTEISFML</w:t>
      </w:r>
    </w:p>
    <w:p w14:paraId="6597181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WCKDGHVETFYPKLQSSQAWQPGVAMPNLYKMQRMLLEKCDLQNYGDSATLPKGIMMN</w:t>
      </w:r>
    </w:p>
    <w:p w14:paraId="7084219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VAKYTQLCQYLNTLTLAVPYNMRVIHFGAGSDKGVAPGTAVLRQWLPTGTLLVDSDLN</w:t>
      </w:r>
    </w:p>
    <w:p w14:paraId="1808912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DFVSDADSTLIGDCATVHTANKWDLIISDMYDPKTKNVTKENDSKEGFFTYICGFIQQ</w:t>
      </w:r>
    </w:p>
    <w:p w14:paraId="1BB4E76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KLALGGSVAIKITEHSWNADLYKLMGHFAWWTAFVTNVNASSSEAFLIGCNYLGKPRE</w:t>
      </w:r>
    </w:p>
    <w:p w14:paraId="061EEFC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QIDGYVMHANYIFWRNTNPIQLSSYSLFDMSKFPLKLRGTAVMSLKEGQINDMILSLL</w:t>
      </w:r>
    </w:p>
    <w:p w14:paraId="6BE275F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SKGRLIIRENNRVVISSDVLVNN"</w:t>
      </w:r>
    </w:p>
    <w:p w14:paraId="69D3A30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"https://www.ncbi.nlm.nih.gov/protein/UPL77160.1?from=1&amp;to=53"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&lt;1..160</w:t>
      </w:r>
    </w:p>
    <w:p w14:paraId="7721FC6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DD432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C66F91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"https://www.ncbi.nlm.nih.gov/protein/UPL77160.1?from=54&amp;to=691"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161..2074</w:t>
      </w:r>
    </w:p>
    <w:p w14:paraId="756E451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5E430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53D2C5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"https://www.ncbi.nlm.nih.gov/protein/UPL77160.1?from=692&amp;to=2636"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2075..7909</w:t>
      </w:r>
    </w:p>
    <w:p w14:paraId="66DB018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D6CF3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DD95BA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"https://www.ncbi.nlm.nih.gov/protein/UPL77160.1?from=2637&amp;to=3136"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7910..9409</w:t>
      </w:r>
    </w:p>
    <w:p w14:paraId="369D351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0A61A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15173F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"https://www.ncbi.nlm.nih.gov/protein/UPL77160.1?from=3137&amp;to=3442"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9410..10327</w:t>
      </w:r>
    </w:p>
    <w:p w14:paraId="3CDB00A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B507C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F7E92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"https://www.ncbi.nlm.nih.gov/protein/UPL77160.1?from=3443&amp;to=3732"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10328..11197</w:t>
      </w:r>
    </w:p>
    <w:p w14:paraId="28B78BA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75586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4CCBC2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"https://www.ncbi.nlm.nih.gov/protein/UPL77160.1?from=3733&amp;to=3815"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11198..11446</w:t>
      </w:r>
    </w:p>
    <w:p w14:paraId="7D5C385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E9E5E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924A9D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"https://www.ncbi.nlm.nih.gov/protein/UPL77160.1?from=3816&amp;to=4013"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11447..12040</w:t>
      </w:r>
    </w:p>
    <w:p w14:paraId="5E94E41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00172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B85459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"https://www.ncbi.nlm.nih.gov/protein/UPL77160.1?from=4014&amp;to=4126"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12041..12379</w:t>
      </w:r>
    </w:p>
    <w:p w14:paraId="52CB15C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0E88E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CA695B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"https://www.ncbi.nlm.nih.gov/protein/UPL77160.1?from=4127&amp;to=4265"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12380..12796</w:t>
      </w:r>
    </w:p>
    <w:p w14:paraId="2DCAE6E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09CA3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E9FA20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"https://www.ncbi.nlm.nih.gov/protein/UPL77160.1?from=4266&amp;to=5197"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join(12797..12823,12823..15591)</w:t>
      </w:r>
    </w:p>
    <w:p w14:paraId="4D18D98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5D5C1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1A3C97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"https://www.ncbi.nlm.nih.gov/protein/UPL77160.1?from=5198&amp;to=5798"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15592..17394</w:t>
      </w:r>
    </w:p>
    <w:p w14:paraId="5374702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009D6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3A2781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"https://www.ncbi.nlm.nih.gov/protein/UPL77160.1?from=5799&amp;to=6325"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17395..18975</w:t>
      </w:r>
    </w:p>
    <w:p w14:paraId="3AE4F83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145B3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0FCD82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"https://www.ncbi.nlm.nih.gov/protein/UPL77160.1?from=6326&amp;to=6671"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18976..20013</w:t>
      </w:r>
    </w:p>
    <w:p w14:paraId="4EFE05F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38E4B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BAA716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"https://www.ncbi.nlm.nih.gov/protein/UPL77160.1?from=6672&amp;to=6969"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20014..20907</w:t>
      </w:r>
    </w:p>
    <w:p w14:paraId="34CE70F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D082B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0331E7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"https://www.ncbi.nlm.nih.gov/nuccore/ON334146.1?from=1&amp;to=12838"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&lt;1..12838</w:t>
      </w:r>
    </w:p>
    <w:p w14:paraId="5424846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F981E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59FA0E4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902A7E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"https://www.ncbi.nlm.nih.gov/protein/2230345402"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UPL77161.1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F17C7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/translation="NKGAGGHSYGADLKSFDLGDELGTDPYEDFQENWNTKHSSGVTR</w:t>
      </w:r>
    </w:p>
    <w:p w14:paraId="3C41297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ELMRELNGGAYTRYVDNNFCGPDGYPLECIKDLLARAGKASCTLSEQLDFIDTKRGVY</w:t>
      </w:r>
    </w:p>
    <w:p w14:paraId="2ADF94B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CCREHEHEIAWYTERSEKSYELQTPFEIKLAKKFDTFNGECPNFVFPLNSIIKTIQPR</w:t>
      </w:r>
    </w:p>
    <w:p w14:paraId="5E5900F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VEKKKLDGFMGRIRSVYPVASPNECNQMCLSTLMKCDHCGETSWQTGDFVKATCEFCG</w:t>
      </w:r>
    </w:p>
    <w:p w14:paraId="17866DA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TENLTKEGATTCGYLPQNAVVKIYCPACHNSEVGPEHSLAEYHNESGLKTILRKGGRT</w:t>
      </w:r>
    </w:p>
    <w:p w14:paraId="1B287CE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IAFGGCVFSYVGCHNKCAYWVPRASANIGCNHTGVVGEGSEGLNDNLLEILQKEKVNI</w:t>
      </w:r>
    </w:p>
    <w:p w14:paraId="7B4D55D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NIVGDFKLNEEIAIILASFSASTSAFVETVKGLDYKAFKQIVESCGNFKVTKGKAKKG</w:t>
      </w:r>
    </w:p>
    <w:p w14:paraId="60E3908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AWNIGEQKSILSPLYAFASEAARVVRSIFSRTLETAQNSVRVLQKAAITILDGISQYS</w:t>
      </w:r>
    </w:p>
    <w:p w14:paraId="152C0FC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LRLIDAMMFTSDLATNNLVVMAYITGGVVQLTSQWLTNIFGTVYEKLKPVLDWLEEKF</w:t>
      </w:r>
    </w:p>
    <w:p w14:paraId="566596B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KEGVEFLRDGWEIVKFISTCACEIVGGQIVTCAKEIKESVQTFFKLVNKFLALCADSI</w:t>
      </w:r>
    </w:p>
    <w:p w14:paraId="1252B88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IIGGAKLKALNLGETFVTHSKGLYRKCVKSREETGLLMPLKAPKEIIFLEGETLPTEV</w:t>
      </w:r>
    </w:p>
    <w:p w14:paraId="0A7DDDA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LTEEVVLKTGDLQPLEQPTSEAVEAPLVGTPVCINGLMLLEIKDTEKYCALAPNMMVT</w:t>
      </w:r>
    </w:p>
    <w:p w14:paraId="19ADE60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NNTFTLKGGAPTKVTFGDDTVIEVQGYKSVNITFELDERIDKVLNERCSAYTVELGTE</w:t>
      </w:r>
    </w:p>
    <w:p w14:paraId="3F5E6C8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VNEFACVVADAVIKTLQPVSELLTPLGIDLDEWSMATYYLFDESGEFKLASHMYCSFY</w:t>
      </w:r>
    </w:p>
    <w:p w14:paraId="2475D2D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PPDEDEEEGDCEEEEFEPSTQYEYGTEDDYQGKPLEFGATSAALQPEEEQEEDWLDDD</w:t>
      </w:r>
    </w:p>
    <w:p w14:paraId="5726D94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SQQTVGQQDGSEDNQTTTIQTIVEVQPQLEMELTPVVQTIEVNSFSGYLKLTDNVYIK</w:t>
      </w:r>
    </w:p>
    <w:p w14:paraId="086B2C3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NADIVEEAKKVKPTVVVNAANVYLKHGGGVAGALNKATNNAMQVESDDYIATNGPLKV</w:t>
      </w:r>
    </w:p>
    <w:p w14:paraId="128C6AF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GGSCVLSGHNLAKHCLHVVGPNVNKGEDIQLLKSAYENFNQHEVLLAPLLSAGIFGAD</w:t>
      </w:r>
    </w:p>
    <w:p w14:paraId="2FF03A8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PIHSLRVCVDTVRTNVYLAVFDKNLYDKLVSSFLEMKSEKQVEQKIAEIPKEEVKPFI</w:t>
      </w:r>
    </w:p>
    <w:p w14:paraId="2E03359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TESKPSVEQRKQDDKKIKACVEEVTTTLEETKFLTENLLLYIDINGNLHPDSATLVSD</w:t>
      </w:r>
    </w:p>
    <w:p w14:paraId="4C2C0A8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IDITFLKKDAPYIVGDVVQEGVLTAVVIPTKKAGGTTEMLAKALRKVPTDNYITTYPG</w:t>
      </w:r>
    </w:p>
    <w:p w14:paraId="509C654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QGLNGYTVEEAKTVLKKCKSAFYILPSIISNEKQEILGTVSWNLREMLAHAEETRKLM</w:t>
      </w:r>
    </w:p>
    <w:p w14:paraId="1AE67A9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PVCVETKAIVSTIQRKYKGIKIQEGVVDYGARFYFYTSKTTVASLINTLNDLNETLVT</w:t>
      </w:r>
    </w:p>
    <w:p w14:paraId="16FA8B6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MPLGYVTHGLNLEEAARYMRSLKVPATVSVSSPDAVTAYNGYLTSSSKTPEEHFIETI</w:t>
      </w:r>
    </w:p>
    <w:p w14:paraId="24C2313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SLAGSYKDWSYSGQSTQLGIEFLKRGDKSVYYTSNPTTFHLDGEVITFDNLKTLLSLR</w:t>
      </w:r>
    </w:p>
    <w:p w14:paraId="48E6625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EVRTIKVFTTVDNINLHTQVVDMSMTYGQQFGPTYLDGADVTKIKPHNSHEGKTFYVL</w:t>
      </w:r>
    </w:p>
    <w:p w14:paraId="49589F1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PNDDTLRVEAFEYYHTTDPSFLGRYMSALNHTKKWKYPQVNGLTSIKWADNNCYLATA</w:t>
      </w:r>
    </w:p>
    <w:p w14:paraId="67DD1C1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LLTLQQIELKFNPPALQDAYYRARAGEAANFCALILAYCNKTVGELGDVRETMSYLFQ</w:t>
      </w:r>
    </w:p>
    <w:p w14:paraId="288C52B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HANLDSCKRVLNVVCKTCGQQQTTLKGVEAVMYMGTLSYEQFKKGVQIPCTCGKQATK</w:t>
      </w:r>
    </w:p>
    <w:p w14:paraId="2A4CEEB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YLVQQESPFVMMSAPPAQYELKHGTFTCASEYTGNYQCGHYKHITSKETLYCIDGALL</w:t>
      </w:r>
    </w:p>
    <w:p w14:paraId="646EFF4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TKSSEYKGPITDVFYKENSYTTTIKPVTYKLDGVVCTEIDPKLDNYYKKDNSYFTEQP</w:t>
      </w:r>
    </w:p>
    <w:p w14:paraId="114533D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IDLVPNQPYPNASFDNFKFVCDNIKFADDLNQLTGYKKPASRELKVTFFPDLNGDVVA</w:t>
      </w:r>
    </w:p>
    <w:p w14:paraId="26E2BD8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IDYKHYTPSFKKGAKLLHKPIVWHVNNATNKATYKPNTWCIRCLWSTKPVETSNSFDV</w:t>
      </w:r>
    </w:p>
    <w:p w14:paraId="638D0E7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LKSEDAQGMDNLACEDLKPVSEEVVENPTIQKDVLECNVKTTEVVGDIILKPANNSLK</w:t>
      </w:r>
    </w:p>
    <w:p w14:paraId="3571278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ITEEVGHTDLMAAYVDNSSLTIKKPNELSRVLGLKTLATHGLAAVNSVPWDTIANYAK</w:t>
      </w:r>
    </w:p>
    <w:p w14:paraId="51062B4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PFLNKVVSTTTNIVTRCLNRVCTNYMPYFFTLLLQLCTFTRSTNSRIKASMPTTIAKN</w:t>
      </w:r>
    </w:p>
    <w:p w14:paraId="74B7165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TVKSVGKFCLEASFNYLKSPNFSKLINIIIWFLLLSVCLGSLIYSTAALGVLMSNLGM</w:t>
      </w:r>
    </w:p>
    <w:p w14:paraId="2EE0CF6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PSYCTGYREGYLNSTNVTIATYCTGSIPCSVCLSGLDSLDTYPSLETIQITISSFKWD</w:t>
      </w:r>
    </w:p>
    <w:p w14:paraId="0180E36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LTAFGLVAEWFLAYILFTRFFYVLGLAAIMQLFFSYFAVHFISNSWLMWLIINLVQMA</w:t>
      </w:r>
    </w:p>
    <w:p w14:paraId="48A0C97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PISAMVRMYIFFASFYYVWKSYVHVVDGCNSSTCMMCYKRNRATRVECTTIVNGVRRS</w:t>
      </w:r>
    </w:p>
    <w:p w14:paraId="5B5E05B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FYVYANGGKGFCKLHNWNCVNCDTFCAGSTFISDEVARDLSLQFKRPINPTDQSSYIV</w:t>
      </w:r>
    </w:p>
    <w:p w14:paraId="410F26B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DSVTVKNGSIHLYFDKAGQKTYERHSLSHFVNLDNLRANNTKGSLPINVIVFDGKSKC</w:t>
      </w:r>
    </w:p>
    <w:p w14:paraId="7D4CE20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EESSAKSASVYYSQLMCQPILLLDQALVSDVGDSAEVAVKMFDAYVNTFSSTFNVPME</w:t>
      </w:r>
    </w:p>
    <w:p w14:paraId="0988963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KLKTLVATAEAELAKNVSLDNVLSTFISAARQGFVDSDVETKDVVECLKLSHQSDIEV</w:t>
      </w:r>
    </w:p>
    <w:p w14:paraId="57F87EB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TGDSCNNYMLTYNKVENMTPRDLGACIDCSARHINAQVAKSHNITLIWNVKDFMSLSE</w:t>
      </w:r>
    </w:p>
    <w:p w14:paraId="7321590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QLRKQIRSAAKKNNLPFKLTCATTRQVVNVVTTKIALKGGKIVNNWLKQLIKVTLVFL</w:t>
      </w:r>
    </w:p>
    <w:p w14:paraId="6160CCF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FVAAIFYLITPVHVMSKHTDFSSEIIGYKAIDGGVTRDIASTDTCFANKHADFDTWFS</w:t>
      </w:r>
    </w:p>
    <w:p w14:paraId="59A2EEF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QRGGSYTNDKACPLIAAVITREVGFVVPGLPGTILRTTNGDFLHFLPRVFSAVGNICY</w:t>
      </w:r>
    </w:p>
    <w:p w14:paraId="5AB6B3D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TPSKLIEYTDFATSACVLAAECTIFKDASGKPVPYCYDTNVLEGSVAYESLRPDTRYV</w:t>
      </w:r>
    </w:p>
    <w:p w14:paraId="2E1E938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LMDGSIIQFPNTYLEGSVRVVTTFDSEYCRHGTCERSEAGVCVSTSGRWVLNNDYYRS</w:t>
      </w:r>
    </w:p>
    <w:p w14:paraId="660E7A0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LPGVFCGVDAVNLLTNMFTPLIQPIGALDISASIVAGGIVAIVVTCLAYYFMRFRRAF</w:t>
      </w:r>
    </w:p>
    <w:p w14:paraId="546B820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GEYSHVVAFNTLLFLMSFTVLCLTPVYSFLPGVYSVIYLYLTFYLTNDVSFLAHIQWM</w:t>
      </w:r>
    </w:p>
    <w:p w14:paraId="3B67540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VMFTPLVPFWITIAYIICISTKHFYWFFSNYLKRRVFFNGVSFSTFEEAALCTFLLNK</w:t>
      </w:r>
    </w:p>
    <w:p w14:paraId="061061F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EMYLKLRSDVLLPLTQYNRYLALYNKYKYFSGAMDTTSYREAACCHLAKALNDFSNSG</w:t>
      </w:r>
    </w:p>
    <w:p w14:paraId="3D8A57F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SDVLYQPPQISITSAVLQSGFRKMAFPSGKVEGCMVQVTCGTTTLNGLWLDDVVYCPR</w:t>
      </w:r>
    </w:p>
    <w:p w14:paraId="7F5E149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HVICTSEDMLNPNYEDLLIRKSNHNFLVQAGNVQLRVIGHSMQNCVLKLKVDTANPKT</w:t>
      </w:r>
    </w:p>
    <w:p w14:paraId="5747FD7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PKYKFVRIQPGQTFSVLACYNGSPSGVYQCAMRHNFTIKGSFLNGSCGSVGFNIDYDC</w:t>
      </w:r>
    </w:p>
    <w:p w14:paraId="7FD331D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VSFCYMHHMELPTGVHAGTDLEGNFYGPFVDRQTAQAAGTDTTITVNVLAWLYAAVIN</w:t>
      </w:r>
    </w:p>
    <w:p w14:paraId="642CEC9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GDRWFLNRFTTTLNDFNLVAMKYNYEPLTQDHVDILGPLSAQTGIAVLDMCASLKELL</w:t>
      </w:r>
    </w:p>
    <w:p w14:paraId="2A7E0A4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QNGMNGRTILGSALLEDEFTPFDVVRQCSGVTFQSAVKRTIKGTHHWLLLTILTSLLV</w:t>
      </w:r>
    </w:p>
    <w:p w14:paraId="405DAF1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LVQSTQWSLFFFLYENAFLPFAMGIIAMSAFAMMFVKHKHAFLCLFLLPSLATVAYFN</w:t>
      </w:r>
    </w:p>
    <w:p w14:paraId="651403D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MVYMPASWVMRIMTWLDMVDTXXXXFKLKDCVMYASAVVLLILMTARTVYDDGARRVW</w:t>
      </w:r>
    </w:p>
    <w:p w14:paraId="4BE519B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TLMNVLTLVYKVYYGNALDQAISMWALIISVTSNYSGVVTTVMFLARGVVFMCVEYCP</w:t>
      </w:r>
    </w:p>
    <w:p w14:paraId="2F175E1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IFFITGNTLQCIMLVYCFLGYFCTCYFGLFCLLNRYFRLTLGVYDYLVSTQEFRYMNS</w:t>
      </w:r>
    </w:p>
    <w:p w14:paraId="2E805F9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QGLLPPKNSIDAFKLNIKLLGVGGKPCIKVATVQSKMSDVKCTSVVLLSVLQQLRVES</w:t>
      </w:r>
    </w:p>
    <w:p w14:paraId="0DDFB3D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SSKLWAQCVQLHNDILLAKDTTEAFEKMVSLLSVLLSMQGAVDINKLCEEMLDNRATL</w:t>
      </w:r>
    </w:p>
    <w:p w14:paraId="5A0226D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QAIASEFSSLPSYAAFATAQEAYEQAVANGDSEVVLKKLKKSLNVAKSEFDRDAAMQR</w:t>
      </w:r>
    </w:p>
    <w:p w14:paraId="1F994F7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KLEKMADQAMTQMYKQARSEDKRAKVTSAMQTMLFTMLRKLDNDALNNIINNARDGCV</w:t>
      </w:r>
    </w:p>
    <w:p w14:paraId="5789582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PLNIIPLTTAAKLMVVIPDYNTYKNTCDGTTFTYASALWEIQQVVDADSKIVQLSEIS</w:t>
      </w:r>
    </w:p>
    <w:p w14:paraId="4B07893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MDNSPNLAWPLIVTALRANSAVKLQNNELSPVALRQMSCAAGTTQTACTDDNALAYYN</w:t>
      </w:r>
    </w:p>
    <w:p w14:paraId="7B26D90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TTKGGRFVLALLSDLQDLKWARFPKSDGTGTIYTELEPPCRFVTDTPKGPKVKYLYFI</w:t>
      </w:r>
    </w:p>
    <w:p w14:paraId="1C61565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KGLNNLNRGMVLGSLAATVRLQAGNATEVPANSTVLSFCAFAVDAAKAYKDYLASGGQ</w:t>
      </w:r>
    </w:p>
    <w:p w14:paraId="5D39E4E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PITNCVKMLCTHTGTGQAITVTPEANMDQESFGGASCCLYCRCHIDHPNPKGFCDLKG</w:t>
      </w:r>
    </w:p>
    <w:p w14:paraId="110F4C9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KYVQIPTTCANDPVGFTLKNTVCTVCGMWKGYGCSCDQLREPMLQSADAQSFLNGFAV</w:t>
      </w:r>
    </w:p>
    <w:p w14:paraId="12F9C1B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"</w:t>
      </w:r>
    </w:p>
    <w:p w14:paraId="1289CEF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"https://www.ncbi.nlm.nih.gov/protein/UPL77161.1?from=1&amp;to=53"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&lt;1..160</w:t>
      </w:r>
    </w:p>
    <w:p w14:paraId="4BD6B89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75772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0686F9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"https://www.ncbi.nlm.nih.gov/protein/UPL77161.1?from=54&amp;to=691"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161..2074</w:t>
      </w:r>
    </w:p>
    <w:p w14:paraId="018D4FE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3EB07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104F93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"https://www.ncbi.nlm.nih.gov/protein/UPL77161.1?from=692&amp;to=2636"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2075..7909</w:t>
      </w:r>
    </w:p>
    <w:p w14:paraId="66D9572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F092B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A3A18E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"https://www.ncbi.nlm.nih.gov/protein/UPL77161.1?from=2637&amp;to=3136"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7910..9409</w:t>
      </w:r>
    </w:p>
    <w:p w14:paraId="61DA314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A0749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8A48C0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"https://www.ncbi.nlm.nih.gov/protein/UPL77161.1?from=3137&amp;to=3442"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9410..10327</w:t>
      </w:r>
    </w:p>
    <w:p w14:paraId="6B9BFE7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7D2D7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F45DDD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"https://www.ncbi.nlm.nih.gov/protein/UPL77161.1?from=3443&amp;to=3732"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10328..11197</w:t>
      </w:r>
    </w:p>
    <w:p w14:paraId="065B352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412E2A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38EC19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"https://www.ncbi.nlm.nih.gov/protein/UPL77161.1?from=3733&amp;to=3815"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11198..11446</w:t>
      </w:r>
    </w:p>
    <w:p w14:paraId="66A5A74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0F3E6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FDB1AE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"https://www.ncbi.nlm.nih.gov/protein/UPL77161.1?from=3816&amp;to=4013"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11447..12040</w:t>
      </w:r>
    </w:p>
    <w:p w14:paraId="43A36C5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7FA1B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E6BC31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"https://www.ncbi.nlm.nih.gov/protein/UPL77161.1?from=4014&amp;to=4126"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12041..12379</w:t>
      </w:r>
    </w:p>
    <w:p w14:paraId="572852D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FF349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9912B9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"https://www.ncbi.nlm.nih.gov/protein/UPL77161.1?from=4127&amp;to=4265"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12380..12796</w:t>
      </w:r>
    </w:p>
    <w:p w14:paraId="71423C8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19373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3677AD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"https://www.ncbi.nlm.nih.gov/protein/UPL77161.1?from=4266&amp;to=4278"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12797..12835</w:t>
      </w:r>
    </w:p>
    <w:p w14:paraId="33E15A3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4F837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0744E7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"https://www.ncbi.nlm.nih.gov/nuccore/ON334146.1?from=12831&amp;to=12858"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12831..12858</w:t>
      </w:r>
    </w:p>
    <w:p w14:paraId="38F409D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29933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702256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861107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"https://www.ncbi.nlm.nih.gov/nuccore/ON334146.1?from=12843&amp;to=12897"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12843..12897</w:t>
      </w:r>
    </w:p>
    <w:p w14:paraId="5EC1ACB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0B387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481836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79B927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"https://www.ncbi.nlm.nih.gov/nuccore/ON334146.1?from=20918&amp;to=24736"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20918..24736</w:t>
      </w:r>
    </w:p>
    <w:p w14:paraId="364DA21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B50FAB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"https://www.ncbi.nlm.nih.gov/nuccore/ON334146.1?from=20918&amp;to=24736"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20918..24736</w:t>
      </w:r>
    </w:p>
    <w:p w14:paraId="4CAE2F1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150860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3389A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9337DF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"https://www.ncbi.nlm.nih.gov/protein/2230345403"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UPL77162.1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753BF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78A192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SSVLHSTQDLFLPFFSNVTWFHVIHVSGTNGTKRFDNPVLPFNDGVYFASIEKSNIIR</w:t>
      </w:r>
    </w:p>
    <w:p w14:paraId="37F4678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GWIFGTTLDSKTQSLLIVNNATNVVIKVCEFQFCNDPFLDHKNNKSWMESEFRVYSSA</w:t>
      </w:r>
    </w:p>
    <w:p w14:paraId="3633946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NNCTFEYVSQPFLMDLEGKQGNFKNLREFVFKNIDGYFKIYSKHTPIIVREPEDLPQG</w:t>
      </w:r>
    </w:p>
    <w:p w14:paraId="73D0493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FSALEPLVDLPIGINITRFQTLLALHRSYLTPGDSSSGWTAGAAAYYVGYLQPRTFLL</w:t>
      </w:r>
    </w:p>
    <w:p w14:paraId="1896C0F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KYNENGTITDAVDCALDPLSETKCTLKSFTVEKGIYQTSNFRVQPTESIVRFPNITNL</w:t>
      </w:r>
    </w:p>
    <w:p w14:paraId="6A759DD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CPFDEVFNATKFASVYAWNRKRISNCVADYSVLYNLAPFFTFKCYGVSPTKLNDLCFT</w:t>
      </w:r>
    </w:p>
    <w:p w14:paraId="3D363B3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NVYADSFVIRGDEVRQIAPGQTGNIADYNYKLPDDFTGCVIAWNSNKLDSKVSGNYNY</w:t>
      </w:r>
    </w:p>
    <w:p w14:paraId="6489B61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LYRLFRKSNLKPFERDISTEIYQAGNKPCNGVAGFNCYFPLRSYSFRPTYGVGHQPYR</w:t>
      </w:r>
    </w:p>
    <w:p w14:paraId="121AA04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VVVLSFELLHAPATVCGPKKSTNLVKNKCVNFNFNGLKGTGVLTESNKKFLPFQQFGR</w:t>
      </w:r>
    </w:p>
    <w:p w14:paraId="22830E5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DIADTTDAVRDPQTLEILDITPCSFGGVSVITPGTNTSNQVAVLYQGVNCTEVPVAIH</w:t>
      </w:r>
    </w:p>
    <w:p w14:paraId="18CB18C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ADQLTPTWRVYSTGSNVFQTRAGCLIGAEYVNNSYECDIPIGAGICASYQTQTKSHRR</w:t>
      </w:r>
    </w:p>
    <w:p w14:paraId="42830C1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ARSVASQSIIAYTMSLGAENSVAYSNNSIAIPTNFTISVTTEILPVSMTKTSVDCTMY</w:t>
      </w:r>
    </w:p>
    <w:p w14:paraId="3874DC1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ICGDSTECSNLLLQYGSFCTQLKRALTGIAVEQDKNTQEVFAQVKQIYKTPPIKYFGG</w:t>
      </w:r>
    </w:p>
    <w:p w14:paraId="762BA46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FNFSQILPDPSKPSKRSFIEDLLFNKVTLADAGFIKQYGDCLGDIAARDLICAQKFKG</w:t>
      </w:r>
    </w:p>
    <w:p w14:paraId="035026D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LTVLPPLLTDEMIAQYTSALLAGTITSGWTFGAGAALQIPFAMQMAYRFNGIGVTQNV</w:t>
      </w:r>
    </w:p>
    <w:p w14:paraId="34EFE5E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LYENQKLIANQFNSAIGKIQDSLSSTASALGKLQDVVNHNAQALNTLVKQLSSKFGAI</w:t>
      </w:r>
    </w:p>
    <w:p w14:paraId="7253547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SSVLNDIFSRLDKVEAEVQIDRLITGRLQSLQTYVTQQLIRAAEIRASANLAATKMSE</w:t>
      </w:r>
    </w:p>
    <w:p w14:paraId="01DC34A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CVLGQSKRVDFCGKGYHLMSFPQSAPHGVVFLHVTYVPAQEKNFTTAPAICHDGKAHF</w:t>
      </w:r>
    </w:p>
    <w:p w14:paraId="77DC687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PREGVFVSNGTHWFVTQRNFYEPQIITTDNTFVSGNCDVVIGIVNNTVYDPLQPELDS</w:t>
      </w:r>
    </w:p>
    <w:p w14:paraId="5DA19FB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FKEELDKYFKNHTSPDVDLGDISGINASVVNIQKEIDRLNEVAKNLNESLIDLQELGK</w:t>
      </w:r>
    </w:p>
    <w:p w14:paraId="1C78F64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YEQYIKWPWYIWLGFIAGLIAIVMVTIMLCCMTSCCSCLKGCCSCGSCCKFDEDDSEP</w:t>
      </w:r>
    </w:p>
    <w:p w14:paraId="678D414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VLKGVKLHYT"</w:t>
      </w:r>
    </w:p>
    <w:p w14:paraId="310F580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"https://www.ncbi.nlm.nih.gov/nuccore/ON334146.1?from=24745&amp;to=25572"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24745..25572</w:t>
      </w:r>
    </w:p>
    <w:p w14:paraId="34B0E6B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18F38E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"https://www.ncbi.nlm.nih.gov/nuccore/ON334146.1?from=24745&amp;to=25572"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24745..25572</w:t>
      </w:r>
    </w:p>
    <w:p w14:paraId="6E876BA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C3AEA0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30B84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71A5C4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"https://www.ncbi.nlm.nih.gov/protein/2230345404"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UPL77163.1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53CE0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F13336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EA839A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6B9AFA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C95C6D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8FAAA2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"https://www.ncbi.nlm.nih.gov/nuccore/ON334146.1?from=25597&amp;to=25824"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25597..25824</w:t>
      </w:r>
    </w:p>
    <w:p w14:paraId="635F92D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490D35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"https://www.ncbi.nlm.nih.gov/nuccore/ON334146.1?from=25597&amp;to=25824"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25597..25824</w:t>
      </w:r>
    </w:p>
    <w:p w14:paraId="230881E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86C57D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7242D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D7B48B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"https://www.ncbi.nlm.nih.gov/protein/2230345405"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UPL77164.1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A14BB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FE20D3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E219BC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"https://www.ncbi.nlm.nih.gov/nuccore/ON334146.1?from=25875&amp;to=26543"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25875..26543</w:t>
      </w:r>
    </w:p>
    <w:p w14:paraId="6A61B58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17DB15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"https://www.ncbi.nlm.nih.gov/nuccore/ON334146.1?from=25875&amp;to=26543"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25875..26543</w:t>
      </w:r>
    </w:p>
    <w:p w14:paraId="0E084FE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FED7AA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88161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3C34E2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"https://www.ncbi.nlm.nih.gov/protein/2230345406"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UPL77165.1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9964E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5C0401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FLYIIKLIFLWLLWPVTLTCFVLAAVYRINWITGGIAIAMACLVGLMWLSYFIASFRL</w:t>
      </w:r>
    </w:p>
    <w:p w14:paraId="1B67943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FADBDF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75ECC6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AD58E4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"https://www.ncbi.nlm.nih.gov/nuccore/ON334146.1?from=26554&amp;to=26739"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26554..26739</w:t>
      </w:r>
    </w:p>
    <w:p w14:paraId="3DBFE61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5EA4E2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"https://www.ncbi.nlm.nih.gov/nuccore/ON334146.1?from=26554&amp;to=26739"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26554..26739</w:t>
      </w:r>
    </w:p>
    <w:p w14:paraId="08C5138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B8BB27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4B039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DD632D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"https://www.ncbi.nlm.nih.gov/protein/2230345407"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UPL77166.1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6A352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E86167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918083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"https://www.ncbi.nlm.nih.gov/nuccore/ON334146.1?from=26746&amp;to=27111"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26746..27111</w:t>
      </w:r>
    </w:p>
    <w:p w14:paraId="5A0079B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F4ABA8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"https://www.ncbi.nlm.nih.gov/nuccore/ON334146.1?from=26746&amp;to=27111"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26746..27111</w:t>
      </w:r>
    </w:p>
    <w:p w14:paraId="50E36ED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021049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BA6C8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3E13B3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"https://www.ncbi.nlm.nih.gov/protein/2230345408"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UPL77167.1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A8DF0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381F98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C4E50A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378579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"https://www.ncbi.nlm.nih.gov/nuccore/ON334146.1?from=27108&amp;to=27239"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27108..27239</w:t>
      </w:r>
    </w:p>
    <w:p w14:paraId="5AC4A4D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4F5221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"https://www.ncbi.nlm.nih.gov/nuccore/ON334146.1?from=27108&amp;to=27239"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27108..27239</w:t>
      </w:r>
    </w:p>
    <w:p w14:paraId="0B2A104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7BFE6B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02A94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92629B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"https://www.ncbi.nlm.nih.gov/protein/2230345409"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UPL77168.1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1A5E0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6959CD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"https://www.ncbi.nlm.nih.gov/nuccore/ON334146.1?from=27246&amp;to=27611"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27246..27611</w:t>
      </w:r>
    </w:p>
    <w:p w14:paraId="14ADBDD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858B89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"https://www.ncbi.nlm.nih.gov/nuccore/ON334146.1?from=27246&amp;to=27611"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27246..27611</w:t>
      </w:r>
    </w:p>
    <w:p w14:paraId="2EAF8B9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F8B2C4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2E3C0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DC237D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"https://www.ncbi.nlm.nih.gov/protein/2230345410"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UPL77169.1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E4A4F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498A51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F0240A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476B2E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"https://www.ncbi.nlm.nih.gov/nuccore/ON334146.1?from=27626&amp;to=28885"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27626..28885</w:t>
      </w:r>
    </w:p>
    <w:p w14:paraId="18B98A1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/gene="N"</w:t>
      </w:r>
    </w:p>
    <w:p w14:paraId="20F3E6E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"https://www.ncbi.nlm.nih.gov/nuccore/ON334146.1?from=27626&amp;to=28885"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27626..28885</w:t>
      </w:r>
    </w:p>
    <w:p w14:paraId="47EE157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3BB59F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78293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DD2B2F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"https://www.ncbi.nlm.nih.gov/protein/2230345411"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UPL77170.1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28BB9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/translation="MSDNGPQNQRNALRITFGGPSDSXXXXXXXXXXXXXXXXXXXXX</w:t>
      </w:r>
    </w:p>
    <w:p w14:paraId="50B0A3F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38ED8A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XXXXXXXXXXXXXXXXXXXXXXXXXXXIIWVATEGALNTPKDHIGTRNPANNAAIVLQ</w:t>
      </w:r>
    </w:p>
    <w:p w14:paraId="3A195E2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7A3E94F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4DE6103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0E09D0B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2998230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4C842EF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27694..28012</w:t>
      </w:r>
    </w:p>
    <w:p w14:paraId="060988E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/estimated_length=319</w:t>
      </w:r>
    </w:p>
    <w:p w14:paraId="36D5C5F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"https://www.ncbi.nlm.nih.gov/nuccore/ON334146.1?from=28910&amp;to=28962"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28910..&gt;28962</w:t>
      </w:r>
    </w:p>
    <w:p w14:paraId="421913A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7132BC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"https://www.ncbi.nlm.nih.gov/nuccore/ON334146.1?from=28910&amp;to=28962"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28910..&gt;28962</w:t>
      </w:r>
    </w:p>
    <w:p w14:paraId="158464A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315A32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20ABC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06B4D0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"https://www.ncbi.nlm.nih.gov/protein/2230345412"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UPL77171.1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7808C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/translation="MGYINVFAFPFTIYSLL"</w:t>
      </w:r>
    </w:p>
    <w:p w14:paraId="6AF562F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"https://www.ncbi.nlm.nih.gov/nuccore/ON334146.1?from=28961&amp;to=28962"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28961..&gt;28962</w:t>
      </w:r>
    </w:p>
    <w:p w14:paraId="62E302E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9F47D3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375750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C16C47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34146.1"/>
      <w:bookmarkEnd w:id="4"/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taataaagga gctggtggcc atagttacgg cgccgatcta aagtcatttg acttaggcga</w:t>
      </w:r>
    </w:p>
    <w:p w14:paraId="107CC58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cgagcttggc actgatcctt atgaagattt tcaagaaaac tggaacacta aacatagcag</w:t>
      </w:r>
    </w:p>
    <w:p w14:paraId="1DB1B47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tggtgttacc cgtgaactca tgcgtgagct taacggaggg gcatacactc gctatgtcga</w:t>
      </w:r>
    </w:p>
    <w:p w14:paraId="4565017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taacaacttc tgtggccctg atggctaccc tcttgagtgc attaaagacc ttctagcacg</w:t>
      </w:r>
    </w:p>
    <w:p w14:paraId="4EF5E99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tgctggtaaa gcttcatgca ctttgtccga acaactggac tttattgaca ctaagagggg</w:t>
      </w:r>
    </w:p>
    <w:p w14:paraId="4B0F9BB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tgtatactgc tgccgtgaac atgagcatga aattgcttgg tacacggaac gttctgaaaa</w:t>
      </w:r>
    </w:p>
    <w:p w14:paraId="30D50B4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gagctatgaa ttgcagacac cttttgaaat taaattggca aagaaatttg acaccttcaa</w:t>
      </w:r>
    </w:p>
    <w:p w14:paraId="781F6AA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tggggaatgt ccaaattttg tatttccctt aaattccata atcaagacta ttcaaccaag</w:t>
      </w:r>
    </w:p>
    <w:p w14:paraId="684C69A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ggttgaaaag aaaaagcttg atggctttat gggtagaatt cgatctgtct atccagttgc</w:t>
      </w:r>
    </w:p>
    <w:p w14:paraId="567E20C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gtcaccaaat gaatgcaacc aaatgtgcct ttcaactctc atgaagtgtg atcattgtgg</w:t>
      </w:r>
    </w:p>
    <w:p w14:paraId="3FBC6ED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tgaaacttca tggcagacgg gcgattttgt taaagccact tgcgaatttt gtggcactga</w:t>
      </w:r>
    </w:p>
    <w:p w14:paraId="3AF46A2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gaatttgact aaagaaggtg ccactacttg tggttactta ccccaaaatg ctgttgttaa</w:t>
      </w:r>
    </w:p>
    <w:p w14:paraId="4D98F0F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aatttattgt ccagcatgtc acaattcaga agtaggacct gagcatagtc ttgccgaata</w:t>
      </w:r>
    </w:p>
    <w:p w14:paraId="7F60562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ccataatgaa tctggcttga aaaccattct tcgtaagggt ggtcgcacta ttgcctttgg</w:t>
      </w:r>
    </w:p>
    <w:p w14:paraId="2DD5A84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aggctgtgtg ttctcttatg ttggttgcca taacaagtgt gcctattggg ttccacgtgc</w:t>
      </w:r>
    </w:p>
    <w:p w14:paraId="78A66A4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tagcgctaac ataggttgta accatacagg tgttgttgga gaaggttccg aaggtcttaa</w:t>
      </w:r>
    </w:p>
    <w:p w14:paraId="23495ED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tgacaacctt cttgaaatac tccaaaaaga gaaagtcaac atcaatattg ttggtgactt</w:t>
      </w:r>
    </w:p>
    <w:p w14:paraId="50C77D8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taaacttaat gaagagatcg ccattatttt ggcatctttt tctgcttcca caagtgcttt</w:t>
      </w:r>
    </w:p>
    <w:p w14:paraId="1027525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tgtggaaact gtgaaaggtt tggattataa agcattcaaa caaattgttg aatcctgtgg</w:t>
      </w:r>
    </w:p>
    <w:p w14:paraId="4F8F03E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taattttaaa gttacaaaag gaaaagctaa aaaaggtgcc tggaatattg gtgaacagaa</w:t>
      </w:r>
    </w:p>
    <w:p w14:paraId="3C95EAD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atcaatactg agtcctcttt atgcatttgc atcagaggct gctcgtgttg tacgatcaat</w:t>
      </w:r>
    </w:p>
    <w:p w14:paraId="5E5F3B3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tttctcccgc actcttgaaa ctgctcaaaa ttctgtgcgt gttttacaga aggccgctat</w:t>
      </w:r>
    </w:p>
    <w:p w14:paraId="066F38D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aacaatacta gatggaattt cacagtattc actgagactc attgatgcta tgatgttcac</w:t>
      </w:r>
    </w:p>
    <w:p w14:paraId="73E39E9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atctgatttg gctactaaca atctagttgt aatggcctac attacaggtg gtgttgttca</w:t>
      </w:r>
    </w:p>
    <w:p w14:paraId="7E47D99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gttgacttcg cagtggctaa ctaacatctt tggcactgtt tatgaaaaac tcaaacccgt</w:t>
      </w:r>
    </w:p>
    <w:p w14:paraId="2572CAA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ccttgattgg cttgaagaga agtttaagga aggtgtagag tttcttagag acggttggga</w:t>
      </w:r>
    </w:p>
    <w:p w14:paraId="3FD4171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aattgttaaa tttatctcaa cctgtgcttg tgaaattgtc ggtggacaaa ttgtcacctg</w:t>
      </w:r>
    </w:p>
    <w:p w14:paraId="4686CBA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tgcaaaggaa attaaggaga gtgttcagac attctttaag cttgtaaata aatttttggc</w:t>
      </w:r>
    </w:p>
    <w:p w14:paraId="3C40DBD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tttgtgtgct gactctatca ttattggtgg agctaaactt aaagccttga atttaggtga</w:t>
      </w:r>
    </w:p>
    <w:p w14:paraId="1F3F2DE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aacatttgtc acgcactcaa agggattgta cagaaagtgt gttaaatcca gagaagaaac</w:t>
      </w:r>
    </w:p>
    <w:p w14:paraId="55D0225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tggcctactc atgcctctaa aagctccaaa agaaattatc ttcttagagg gagaaacact</w:t>
      </w:r>
    </w:p>
    <w:p w14:paraId="2CC1A13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tcccacagaa gtgttaacag aggaagttgt cttgaaaact ggtgatttac aaccattaga</w:t>
      </w:r>
    </w:p>
    <w:p w14:paraId="1B52BDB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acaacctact agtgaagctg ttgaagctcc attggttggt acaccagttt gtattaacgg</w:t>
      </w:r>
    </w:p>
    <w:p w14:paraId="5045875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gcttatgttg ctcgaaatca aagacacaga aaagtactgt gcccttgcac ctaatatgat</w:t>
      </w:r>
    </w:p>
    <w:p w14:paraId="1666481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ggtaacaaac aataccttca cactcaaagg cggtgcacca acaaaggtta cttttggtga</w:t>
      </w:r>
    </w:p>
    <w:p w14:paraId="6CE7426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tgacactgtg atagaagtgc aaggttacaa gagtgtgaat atcacttttg aacttgatga</w:t>
      </w:r>
    </w:p>
    <w:p w14:paraId="7EEBA39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aaggattgat aaagtactta atgagaggtg ctctgcctat acagttgaac tcggtacaga</w:t>
      </w:r>
    </w:p>
    <w:p w14:paraId="30F0A66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agtaaatgag ttcgcctgtg ttgtggcaga tgctgtcata aaaactttgc aaccagtatc</w:t>
      </w:r>
    </w:p>
    <w:p w14:paraId="1B2CE50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tgaattactt acaccactgg gcattgattt agatgagtgg agtatggcta catactactt</w:t>
      </w:r>
    </w:p>
    <w:p w14:paraId="245B4A6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atttgatgag tctggtgagt ttaaattggc ttcacatatg tattgttctt tttaccctcc</w:t>
      </w:r>
    </w:p>
    <w:p w14:paraId="5D42643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agatgaggat gaagaagaag gtgattgtga agaagaagag tttgagccat caactcaata</w:t>
      </w:r>
    </w:p>
    <w:p w14:paraId="570AF25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tgagtatggt actgaagatg attaccaagg taaacctttg gaatttggtg ccacttctgc</w:t>
      </w:r>
    </w:p>
    <w:p w14:paraId="5A009A9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tgctcttcaa cctgaagaag agcaagaaga agattggtta gatgatgata gtcaacaaac</w:t>
      </w:r>
    </w:p>
    <w:p w14:paraId="6437BDF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tgttggtcaa caagacggca gtgaggacaa tcagacaact actattcaaa caattgttga</w:t>
      </w:r>
    </w:p>
    <w:p w14:paraId="49808E0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ggttcaacct caattagaga tggaacttac accagttgtt cagactattg aagtgaatag</w:t>
      </w:r>
    </w:p>
    <w:p w14:paraId="63D51A0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ttttagtggt tatttaaaac ttactgacaa tgtatacatt aaaaatgcag acattgtgga</w:t>
      </w:r>
    </w:p>
    <w:p w14:paraId="0153571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agaagctaaa aaggtaaaac caacagtggt tgttaatgca gccaatgttt accttaaaca</w:t>
      </w:r>
    </w:p>
    <w:p w14:paraId="7540756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tggaggaggt gttgcaggag ccttaaataa ggctactaac aatgccatgc aagttgaatc</w:t>
      </w:r>
    </w:p>
    <w:p w14:paraId="44E3DF4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tgatgattac atagctacta atggaccact taaagtgggt ggtagttgtg ttttaagcgg</w:t>
      </w:r>
    </w:p>
    <w:p w14:paraId="74F9B8D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acacaatctt gctaaacact gtcttcatgt tgtcggccca aatgttaaca aaggtgaaga</w:t>
      </w:r>
    </w:p>
    <w:p w14:paraId="2B34778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cattcaactt cttaagagtg cttatgaaaa ttttaatcag cacgaagttc tacttgcacc</w:t>
      </w:r>
    </w:p>
    <w:p w14:paraId="16DA601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attattatca gctggtattt ttggtgctga ccctatacat tctttaagag tttgtgtaga</w:t>
      </w:r>
    </w:p>
    <w:p w14:paraId="52A446D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tactgttcgc acaaatgtct acttagctgt ctttgataaa aatctctatg acaaacttgt</w:t>
      </w:r>
    </w:p>
    <w:p w14:paraId="033E77B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ttcaagcttt ttggaaatga agagtgaaaa gcaagttgaa caaaagatcg ctgagattcc</w:t>
      </w:r>
    </w:p>
    <w:p w14:paraId="0E8306D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taaagaggaa gttaagccat ttataactga aagtaaacct tcagttgaac agagaaaaca</w:t>
      </w:r>
    </w:p>
    <w:p w14:paraId="53A92BE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agatgataag aaaatcaaag cttgtgttga agaagttaca acaactctgg aagaaactaa</w:t>
      </w:r>
    </w:p>
    <w:p w14:paraId="1C066C0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gttcctcaca gaaaacttgt tactttatat tgacattaat ggcaatcttc atccagattc</w:t>
      </w:r>
    </w:p>
    <w:p w14:paraId="3D6B0EF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tgccactctt gttagtgaca ttgacatcac tttcttaaag aaagatgctc catatatagt</w:t>
      </w:r>
    </w:p>
    <w:p w14:paraId="4F2A5CC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gggtgatgtt gttcaagagg gtgttttaac tgctgtggtt atacctacta aaaaggctgg</w:t>
      </w:r>
    </w:p>
    <w:p w14:paraId="2735C42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tggcactact gaaatgctag cgaaagcttt gagaaaagtg ccaacagaca attatataac</w:t>
      </w:r>
    </w:p>
    <w:p w14:paraId="54B252F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cacttacccg ggtcagggtt taaatggtta cactgtagag gaggcaaaga cagtgcttaa</w:t>
      </w:r>
    </w:p>
    <w:p w14:paraId="5826EA2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aaagtgtaaa agtgcctttt acattctacc atctattatc tctaatgaga agcaagaaat</w:t>
      </w:r>
    </w:p>
    <w:p w14:paraId="67F110F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tcttggaact gtttcttgga atttgcgaga aatgcttgca catgcagaag aaacacgcaa</w:t>
      </w:r>
    </w:p>
    <w:p w14:paraId="26249BD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attaatgcct gtctgtgtgg aaactaaagc catagtttca actatacagc gtaaatataa</w:t>
      </w:r>
    </w:p>
    <w:p w14:paraId="657A4A5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gggtattaaa atacaagagg gtgtggttga ttatggtgct agattttact tttacaccag</w:t>
      </w:r>
    </w:p>
    <w:p w14:paraId="1F83966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taaaacaact gtagcgtcac ttatcaacac acttaacgat ctaaatgaaa ctcttgttac</w:t>
      </w:r>
    </w:p>
    <w:p w14:paraId="162E6F6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aatgccactt ggctatgtaa cacatggctt aaatttggaa gaagctgctc ggtatatgag</w:t>
      </w:r>
    </w:p>
    <w:p w14:paraId="0E745E7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atctctcaaa gtgccagcta cagtttctgt ttcttcacct gatgctgtta cagcgtataa</w:t>
      </w:r>
    </w:p>
    <w:p w14:paraId="2157EC5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tggttatctt acttcttctt ctaaaacacc tgaagaacat tttattgaaa ccatctcact</w:t>
      </w:r>
    </w:p>
    <w:p w14:paraId="4512B6E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tgctggttcc tataaagatt ggtcctattc tggacaatct acacaactag gtatagaatt</w:t>
      </w:r>
    </w:p>
    <w:p w14:paraId="79FF619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tcttaagaga ggtgataaaa gtgtatatta cactagtaat cctaccacat tccacctaga</w:t>
      </w:r>
    </w:p>
    <w:p w14:paraId="55505F2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tggtgaagtt atcacctttg acaatcttaa gacacttctt tctttgagag aagtgaggac</w:t>
      </w:r>
    </w:p>
    <w:p w14:paraId="075F787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tattaaggtg tttacaacag tagacaacat taacctccac acgcaagttg tggacatgtc</w:t>
      </w:r>
    </w:p>
    <w:p w14:paraId="749C6B0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aatgacatat ggacaacagt ttggtccaac ttatttggat ggagctgatg ttactaaaat</w:t>
      </w:r>
    </w:p>
    <w:p w14:paraId="2FC1EB0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aaaacctcat aattcacatg aaggtaaaac attttatgtt ttacctaatg atgacactct</w:t>
      </w:r>
    </w:p>
    <w:p w14:paraId="3D62CB3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acgtgttgag gcttttgagt actaccacac aactgatcct agttttctgg gtaggtacat</w:t>
      </w:r>
    </w:p>
    <w:p w14:paraId="121A6B4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gtcagcatta aatcacacta aaaagtggaa atacccacaa gttaatggtt taacttctat</w:t>
      </w:r>
    </w:p>
    <w:p w14:paraId="1A93218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taaatgggca gataacaact gttatcttgc cactgcattg ttaacactcc aacaaataga</w:t>
      </w:r>
    </w:p>
    <w:p w14:paraId="197AB0A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gttgaagttt aatccacctg ctctacaaga tgcttattac agagcaaggg ctggtgaagc</w:t>
      </w:r>
    </w:p>
    <w:p w14:paraId="12D7EAB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ggctaacttt tgtgcactta tcttagccta ctgtaataag acagtaggtg agttaggtga</w:t>
      </w:r>
    </w:p>
    <w:p w14:paraId="0054EFA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tgttagagaa acaatgagtt acttgtttca acatgccaat ttagattctt gcaaaagagt</w:t>
      </w:r>
    </w:p>
    <w:p w14:paraId="557A02A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cttgaacgtg gtgtgtaaaa cttgtggaca acagcagaca acccttaagg gtgtagaagc</w:t>
      </w:r>
    </w:p>
    <w:p w14:paraId="44C5851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tgttatgtac atgggcacac tttcttatga acaatttaag aaaggtgttc agataccttg</w:t>
      </w:r>
    </w:p>
    <w:p w14:paraId="6890585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tacgtgtggt aaacaagcta caaaatatct agtacaacag gagtcacctt ttgttatgat</w:t>
      </w:r>
    </w:p>
    <w:p w14:paraId="049AD5C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gtcagcacca cctgctcagt atgaacttaa gcatggtaca tttacttgtg ctagtgagta</w:t>
      </w:r>
    </w:p>
    <w:p w14:paraId="4308260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cactggtaat taccagtgtg gtcactataa acatataact tctaaagaaa ctttgtattg</w:t>
      </w:r>
    </w:p>
    <w:p w14:paraId="2AA6F81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catagacggt gctttactta caaagtcctc agaatacaaa ggtcctatta cggatgtttt</w:t>
      </w:r>
    </w:p>
    <w:p w14:paraId="62884A4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ctacaaagaa aacagttaca caacaaccat aaaaccagtt acttataaat tggatggtgt</w:t>
      </w:r>
    </w:p>
    <w:p w14:paraId="2196109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tgtttgtaca gaaattgacc ctaagttgga caattattat aagaaagaca attcttattt</w:t>
      </w:r>
    </w:p>
    <w:p w14:paraId="150703F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cacagagcaa ccaattgatc ttgtaccaaa ccaaccatat ccaaacgcaa gcttcgataa</w:t>
      </w:r>
    </w:p>
    <w:p w14:paraId="492FDA6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ttttaagttt gtatgtgata atatcaaatt tgctgatgat ttaaaccagt taactggtta</w:t>
      </w:r>
    </w:p>
    <w:p w14:paraId="4BDB23D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taagaaacct gcttcaagag agcttaaagt tacatttttc cctgacttaa atggtgatgt</w:t>
      </w:r>
    </w:p>
    <w:p w14:paraId="30FB01A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ggtggctatt gattataaac actacacacc ctcttttaag aaaggagcta aattgttaca</w:t>
      </w:r>
    </w:p>
    <w:p w14:paraId="287BBBB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taaacctatt gtttggcatg ttaacaatgc aactaataaa gccacgtata aaccaaatac</w:t>
      </w:r>
    </w:p>
    <w:p w14:paraId="2DDC1C1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ctggtgtata cgttgtcttt ggagcacaaa accagttgaa acatcaaatt cgtttgatgt</w:t>
      </w:r>
    </w:p>
    <w:p w14:paraId="702F61D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actgaagtca gaggacgcgc agggaatgga taatcttgcc tgcgaagatc taaaaccagt</w:t>
      </w:r>
    </w:p>
    <w:p w14:paraId="64C8949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ctctgaagaa gtagtggaaa atcctaccat acagaaagac gttcttgagt gtaatgtgaa</w:t>
      </w:r>
    </w:p>
    <w:p w14:paraId="7DF98D3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aactaccgaa gttgtaggag acattatact taaaccagca aataatagtt taaaaattac</w:t>
      </w:r>
    </w:p>
    <w:p w14:paraId="69AB7CC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agaagaggtt ggccacacag atctaatggc tgcttatgta gacaattcta gtcttactat</w:t>
      </w:r>
    </w:p>
    <w:p w14:paraId="72DFAE3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taagaaacct aatgaattat ctagagtatt aggtttgaaa acccttgcta ctcatggttt</w:t>
      </w:r>
    </w:p>
    <w:p w14:paraId="0A2A995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agctgctgtt aatagtgtcc cttgggatac tatagctaat tatgctaagc cttttcttaa</w:t>
      </w:r>
    </w:p>
    <w:p w14:paraId="1F489AA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caaagttgtt agtacaacta ctaacatagt tacacggtgt ttaaaccgtg tttgtactaa</w:t>
      </w:r>
    </w:p>
    <w:p w14:paraId="3F61FDE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ttatatgcct tatttcttta ctttattgct acaattgtgt acttttacta gaagtacaaa</w:t>
      </w:r>
    </w:p>
    <w:p w14:paraId="2D55EC0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ttctagaatt aaagcatcta tgccgactac tatagcaaag aatactgtta agagtgtcgg</w:t>
      </w:r>
    </w:p>
    <w:p w14:paraId="544C4DA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taaattttgt ctagaggctt catttaatta tttgaagtca cctaattttt ctaaactgat</w:t>
      </w:r>
    </w:p>
    <w:p w14:paraId="0E4B4D8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aaatattata atttggtttt tactattaag tgtttgccta ggttctttaa tctactcaac</w:t>
      </w:r>
    </w:p>
    <w:p w14:paraId="79EA937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cgctgcttta ggtgttttaa tgtctaattt aggcatgcct tcttactgta ctggttacag</w:t>
      </w:r>
    </w:p>
    <w:p w14:paraId="3728A23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agaaggctat ttgaactcta ctaatgtcac tattgcaacc tactgtactg gttctatacc</w:t>
      </w:r>
    </w:p>
    <w:p w14:paraId="2CE2D07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ttgtagtgtt tgtcttagtg gtttagattc tttagacacc tatccttctt tagaaactat</w:t>
      </w:r>
    </w:p>
    <w:p w14:paraId="14638A6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acaaattacc atttcatctt ttaaatggga tttaactgct tttggcttag ttgcagagtg</w:t>
      </w:r>
    </w:p>
    <w:p w14:paraId="49C1FF0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gtttttggca tatattcttt tcactaggtt tttctatgta cttggattgg ctgcaatcat</w:t>
      </w:r>
    </w:p>
    <w:p w14:paraId="3261159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gcaattgttt ttcagctatt ttgcagtaca ttttattagt aattcttggc ttatgtggtt</w:t>
      </w:r>
    </w:p>
    <w:p w14:paraId="51872E1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aataattaat cttgtacaaa tggccccgat ttcagctatg gttagaatgt acatcttctt</w:t>
      </w:r>
    </w:p>
    <w:p w14:paraId="49FFB3B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tgcatcattt tattatgtat ggaaaagtta tgtgcatgtt gtagacggtt gtaattcatc</w:t>
      </w:r>
    </w:p>
    <w:p w14:paraId="719F713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aacttgtatg atgtgttaca aacgtaatag agcaacaaga gtcgaatgta caactattgt</w:t>
      </w:r>
    </w:p>
    <w:p w14:paraId="0CC81C9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taatggtgtt agaaggtcct tttatgtcta tgctaatgga ggtaaaggct tttgcaaact</w:t>
      </w:r>
    </w:p>
    <w:p w14:paraId="73FE526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acacaattgg aattgtgtta attgtgatac attctgtgct ggtagtacat ttattagtga</w:t>
      </w:r>
    </w:p>
    <w:p w14:paraId="7EAD23E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tgaagttgcg agagacttgt cactacagtt taaaagacca ataaatccta ctgaccagtc</w:t>
      </w:r>
    </w:p>
    <w:p w14:paraId="5347E62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ttcttacatc gttgatagtg ttacagtgaa gaatggttcc atccatcttt actttgataa</w:t>
      </w:r>
    </w:p>
    <w:p w14:paraId="08565DA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agctggtcaa aagacttatg aaagacattc tctctctcat tttgttaact tagacaacct</w:t>
      </w:r>
    </w:p>
    <w:p w14:paraId="7452F16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gagagctaat aacactaaag gttcattgcc tattaatgtt atagtttttg atggtaaatc</w:t>
      </w:r>
    </w:p>
    <w:p w14:paraId="2D040FA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aaaatgtgaa gaatcatctg caaaatcagc gtctgtttac tacagtcagc ttatgtgtca</w:t>
      </w:r>
    </w:p>
    <w:p w14:paraId="0FD950A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acctatactg ttactagatc aggcattagt gtctgatgtt ggtgatagtg cggaagttgc</w:t>
      </w:r>
    </w:p>
    <w:p w14:paraId="1EF838D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agttaaaatg tttgatgctt acgttaatac gttttcatca acttttaacg taccaatgga</w:t>
      </w:r>
    </w:p>
    <w:p w14:paraId="33A8601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aaaactcaaa acactagttg caactgcaga agctgaactt gcaaagaatg tgtccttaga</w:t>
      </w:r>
    </w:p>
    <w:p w14:paraId="5D7B856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caatgtctta tctactttta tttcagcagc tcggcaaggg tttgttgatt cagatgtaga</w:t>
      </w:r>
    </w:p>
    <w:p w14:paraId="66BAD1C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aactaaagat gttgttgaat gtcttaaatt gtcacatcaa tctgacatag aagttactgg</w:t>
      </w:r>
    </w:p>
    <w:p w14:paraId="280FCDE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cgatagttgt aataactata tgctcaccta taacaaagtt gaaaacatga caccccgtga</w:t>
      </w:r>
    </w:p>
    <w:p w14:paraId="015B4A1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ccttggtgct tgtattgact gtagtgcgcg tcatattaat gcgcaggtag caaaaagtca</w:t>
      </w:r>
    </w:p>
    <w:p w14:paraId="263579F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caacattact ttgatatgga acgttaaaga tttcatgtca ttgtctgaac aactacgaaa</w:t>
      </w:r>
    </w:p>
    <w:p w14:paraId="6C95DCD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acaaatacgt agtgctgcta aaaagaataa cttacctttt aagttgacat gtgcaactac</w:t>
      </w:r>
    </w:p>
    <w:p w14:paraId="4C46FC9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tagacaagtt gttaatgttg taacaacaaa gatagcactt aagggtggta aaattgttaa</w:t>
      </w:r>
    </w:p>
    <w:p w14:paraId="5A54F71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taattggttg aagcagttaa ttaaagttac acttgtgttc ctttttgttg ctgctatttt</w:t>
      </w:r>
    </w:p>
    <w:p w14:paraId="0898C73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ctatttaata acacctgttc atgtcatgtc taaacatact gacttttcaa gtgaaatcat</w:t>
      </w:r>
    </w:p>
    <w:p w14:paraId="68202F5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aggatacaag gctattgatg gtggtgtcac tcgtgacata gcatctacag atacttgttt</w:t>
      </w:r>
    </w:p>
    <w:p w14:paraId="35C642E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tgctaacaaa catgctgatt ttgacacatg gtttagccag cgtggtggta gttatactaa</w:t>
      </w:r>
    </w:p>
    <w:p w14:paraId="1201674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tgacaaagct tgcccattga ttgctgcagt cataacaaga gaagtgggtt ttgtcgtgcc</w:t>
      </w:r>
    </w:p>
    <w:p w14:paraId="5AE3834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tggtttgcct ggcacgatat tacgcacaac taatggtgac tttttgcatt tcttacctag</w:t>
      </w:r>
    </w:p>
    <w:p w14:paraId="652F2F8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agtttttagt gcagttggta acatctgtta cacaccatca aaacttatag agtacactga</w:t>
      </w:r>
    </w:p>
    <w:p w14:paraId="5E3E280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ctttgcaaca tcagcttgtg ttttggctgc tgaatgtaca atttttaaag atgcttctgg</w:t>
      </w:r>
    </w:p>
    <w:p w14:paraId="1191746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taagccagta ccatattgtt atgataccaa tgtactagaa ggttctgttg cttatgaaag</w:t>
      </w:r>
    </w:p>
    <w:p w14:paraId="142C26B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tttacgccct gacacacgtt atgtgctcat ggatggctct attattcaat ttcctaacac</w:t>
      </w:r>
    </w:p>
    <w:p w14:paraId="7CD5AE9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ctaccttgaa ggttctgtta gagtggtaac aacttttgat tctgagtact gtaggcacgg</w:t>
      </w:r>
    </w:p>
    <w:p w14:paraId="2C96CF1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cacttgtgaa agatcagaag ctggtgtttg tgtatctact agtggtagat gggtacttaa</w:t>
      </w:r>
    </w:p>
    <w:p w14:paraId="309353B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caatgattat tacagatctt taccaggagt tttctgtggt gtagatgctg taaatttact</w:t>
      </w:r>
    </w:p>
    <w:p w14:paraId="1F003DD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tactaatatg tttacaccac taattcaacc tattggtgct ttggacatat cagcatctat</w:t>
      </w:r>
    </w:p>
    <w:p w14:paraId="67516C8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agtagctggt ggtattgtag ctatcgtagt aacatgcctt gcctactatt ttatgaggtt</w:t>
      </w:r>
    </w:p>
    <w:p w14:paraId="39BE11F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tagaagagct tttggtgaat acagtcatgt agttgccttt aatactttac tattccttat</w:t>
      </w:r>
    </w:p>
    <w:p w14:paraId="4BC4528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gtcattcact gtactctgtt taacaccagt ttactcattc ttacctggtg tttattctgt</w:t>
      </w:r>
    </w:p>
    <w:p w14:paraId="459DD88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tatttacttg tacttgacat tttatcttac taatgatgtt tcttttttag cacatattca</w:t>
      </w:r>
    </w:p>
    <w:p w14:paraId="5389BA8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gtggatggtt atgttcacac ctttagtacc tttctggata acaattgctt atatcatttg</w:t>
      </w:r>
    </w:p>
    <w:p w14:paraId="65C6431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tatttccaca aagcatttct attggttctt tagtaattac ctaaagagac gtgtattctt</w:t>
      </w:r>
    </w:p>
    <w:p w14:paraId="0209502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taatggtgtt tcctttagta cttttgaaga agctgcgctg tgcacctttt tgttaaataa</w:t>
      </w:r>
    </w:p>
    <w:p w14:paraId="3A53DC5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agaaatgtat ctaaagttgc gtagtgatgt gctattacct cttacgcaat ataatagata</w:t>
      </w:r>
    </w:p>
    <w:p w14:paraId="3E3944C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cttagctctt tataataagt acaagtattt tagtggagca atggatacaa ctagctacag</w:t>
      </w:r>
    </w:p>
    <w:p w14:paraId="3610A69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agaagctgct tgttgtcatc tcgcaaaggc tctcaatgac ttcagtaact caggttctga</w:t>
      </w:r>
    </w:p>
    <w:p w14:paraId="37D2D07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tgttctttac caaccaccac aaatctctat cacctcagct gttttgcaga gtggttttag</w:t>
      </w:r>
    </w:p>
    <w:p w14:paraId="2D93F2C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aaaaatggca ttcccatctg gtaaagttga gggttgtatg gtacaagtaa cttgtggtac</w:t>
      </w:r>
    </w:p>
    <w:p w14:paraId="1FD62AD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aactacactt aacggtcttt ggcttgatga cgtagtttac tgtccaagac atgtgatctg</w:t>
      </w:r>
    </w:p>
    <w:p w14:paraId="7637474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cacctctgaa gacatgctta accctaatta tgaagattta ctcattcgta agtctaatca</w:t>
      </w:r>
    </w:p>
    <w:p w14:paraId="41B7988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taatttcttg gtacaggctg gtaatgttca actcagggtt attggacatt ctatgcaaaa</w:t>
      </w:r>
    </w:p>
    <w:p w14:paraId="3B639CE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ttgtgtactt aagcttaagg ttgatacagc caatcctaag acacctaagt ataagtttgt</w:t>
      </w:r>
    </w:p>
    <w:p w14:paraId="778741A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tcgcattcaa ccaggacaga ctttttcagt gttagcttgt tacaatggtt caccatctgg</w:t>
      </w:r>
    </w:p>
    <w:p w14:paraId="1AEE878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tgtttaccaa tgtgctatga ggcacaattt cactattaag ggttcattcc ttaatggttc</w:t>
      </w:r>
    </w:p>
    <w:p w14:paraId="4BD2E4A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atgtggtagt gttggtttta acatagatta tgactgtgtc tctttttgtt acatgcacca</w:t>
      </w:r>
    </w:p>
    <w:p w14:paraId="749A5F2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tatggaatta ccaactggag ttcatgctgg cacagactta gaaggtaact tttatggacc</w:t>
      </w:r>
    </w:p>
    <w:p w14:paraId="6141A43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ttttgttgac aggcaaacag cacaagcagc tggtacggac acaactatta cagttaatgt</w:t>
      </w:r>
    </w:p>
    <w:p w14:paraId="2E451F8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tttagcttgg ttgtacgctg ctgttataaa tggagacagg tggtttctca atcgatttac</w:t>
      </w:r>
    </w:p>
    <w:p w14:paraId="2CD85B0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cacaactctt aatgacttta accttgtggc tatgaagtac aattatgaac ctctaacaca</w:t>
      </w:r>
    </w:p>
    <w:p w14:paraId="032A2B7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agaccatgtt gacatactag gacctctttc tgctcaaact ggaattgccg ttttagatat</w:t>
      </w:r>
    </w:p>
    <w:p w14:paraId="03D12B2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gtgtgcttca ttaaaagaat tactgcaaaa tggtatgaat ggacgtacca tattgggtag</w:t>
      </w:r>
    </w:p>
    <w:p w14:paraId="0A70306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tgctttatta gaagatgaat ttacaccttt tgatgttgtt agacaatgct caggtgttac</w:t>
      </w:r>
    </w:p>
    <w:p w14:paraId="0CFD148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tttccaaagt gcagtgaaaa gaacaatcaa gggtacacac cactggttgt tactcacaat</w:t>
      </w:r>
    </w:p>
    <w:p w14:paraId="640A6AE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tttgacttca cttttagttt tagtccagag tactcaatgg tctttgttct tttttttgta</w:t>
      </w:r>
    </w:p>
    <w:p w14:paraId="7EB4C2C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tgaaaatgcc tttttacctt ttgctatggg tattattgct atgtctgctt ttgcaatgat</w:t>
      </w:r>
    </w:p>
    <w:p w14:paraId="77A1422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gtttgtcaaa cataagcatg catttctctg tttgtttttg ttaccttctc ttgccactgt</w:t>
      </w:r>
    </w:p>
    <w:p w14:paraId="0073C7B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agcttatttt aatatggtct atatgcctgc tagttgggtg atgcgtatta tgacatggtt</w:t>
      </w:r>
    </w:p>
    <w:p w14:paraId="74C22A9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ggatatggtt gatactannn nnnnnngttt taagctaaaa gactgtgtta tgtatgcatc</w:t>
      </w:r>
    </w:p>
    <w:p w14:paraId="57E9FFD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agctgtagtg ttactaatcc ttatgacagc aagaactgtg tatgatgatg gtgctaggag</w:t>
      </w:r>
    </w:p>
    <w:p w14:paraId="4709881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agtgtggaca cttatgaatg tcttgacact cgtttataaa gtttattatg gtaatgcttt</w:t>
      </w:r>
    </w:p>
    <w:p w14:paraId="53B6CD2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agatcaagcc atttccatgt gggctcttat aatctctgtt acttctaact actcaggtgt</w:t>
      </w:r>
    </w:p>
    <w:p w14:paraId="26E8E8C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agttacaact gtcatgtttt tggccagagg tgttgttttt atgtgtgttg agtattgccc</w:t>
      </w:r>
    </w:p>
    <w:p w14:paraId="5036AFB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tattttcttc ataactggta atacacttca gtgtataatg ctagtttatt gtttcttagg</w:t>
      </w:r>
    </w:p>
    <w:p w14:paraId="5D00241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ctatttttgt acttgttact ttggcctctt ttgtttactc aaccgctact ttagactgac</w:t>
      </w:r>
    </w:p>
    <w:p w14:paraId="6975AF6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tcttggtgtt tatgattact tagtttctac acaggagttt agatatatga attcacaggg</w:t>
      </w:r>
    </w:p>
    <w:p w14:paraId="62D6872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actactccca cccaagaata gcatagatgc cttcaaactc aacattaaat tgttgggtgt</w:t>
      </w:r>
    </w:p>
    <w:p w14:paraId="5B0B349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tggtggcaaa ccttgtatca aagtagccac tgtacagtct aaaatgtcag atgtaaagtg</w:t>
      </w:r>
    </w:p>
    <w:p w14:paraId="57EC52E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cacatcagta gtcttactct cagttttgca acaactcaga gtagaatcat catctaaatt</w:t>
      </w:r>
    </w:p>
    <w:p w14:paraId="2035328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gtgggctcaa tgtgtccagt tacacaatga cattctctta gctaaagata ctactgaagc</w:t>
      </w:r>
    </w:p>
    <w:p w14:paraId="33E0FB6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ctttgaaaaa atggtttcac tactttctgt tttgctttcc atgcagggtg ctgtagacat</w:t>
      </w:r>
    </w:p>
    <w:p w14:paraId="5919706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aaacaagctt tgtgaagaaa tgctggacaa cagggcaacc ttacaagcta tagcctcaga</w:t>
      </w:r>
    </w:p>
    <w:p w14:paraId="3FF97B3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gtttagttcc cttccatcat atgcagcttt tgctactgct caagaagctt atgagcaggc</w:t>
      </w:r>
    </w:p>
    <w:p w14:paraId="60F9442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tgttgctaat ggtgattctg aagttgttct taaaaagttg aagaagtctt tgaatgtggc</w:t>
      </w:r>
    </w:p>
    <w:p w14:paraId="55B93F9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taaatctgaa tttgaccgtg atgcagccat gcaacgtaag ttggaaaaga tggctgatca</w:t>
      </w:r>
    </w:p>
    <w:p w14:paraId="3EC9B4D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agctatgacc caaatgtata aacaggctag atctgaggac aagagggcaa aagttactag</w:t>
      </w:r>
    </w:p>
    <w:p w14:paraId="5B2B50E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tgctatgcag acaatgcttt tcactatgct tagaaagttg gataatgatg cactcaacaa</w:t>
      </w:r>
    </w:p>
    <w:p w14:paraId="27CC967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cattatcaac aatgcaagag atggttgtgt tcccttgaac ataatacctc ttacaacagc</w:t>
      </w:r>
    </w:p>
    <w:p w14:paraId="6EB57BE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agccaaacta atggttgtca taccagacta taacacatat aaaaatacgt gtgatggtac</w:t>
      </w:r>
    </w:p>
    <w:p w14:paraId="435ED52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aacatttact tatgcatcag cattgtggga aatccaacag gttgtagatg cagatagtaa</w:t>
      </w:r>
    </w:p>
    <w:p w14:paraId="28245F2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aattgttcaa cttagtgaaa ttagtatgga caattcacct aatttagcat ggcctcttat</w:t>
      </w:r>
    </w:p>
    <w:p w14:paraId="1662820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tgtaacagct ttaagggcca attctgctgt caaattacag aataatgagc ttagtcctgt</w:t>
      </w:r>
    </w:p>
    <w:p w14:paraId="5C22345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tgcactacga cagatgtctt gtgctgccgg tactacacaa actgcttgca ctgatgacaa</w:t>
      </w:r>
    </w:p>
    <w:p w14:paraId="273F78A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tgcgttagct tactacaaca caacaaaggg aggtaggttt gtacttgcac tgttatccga</w:t>
      </w:r>
    </w:p>
    <w:p w14:paraId="4904603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tttacaggat ttgaaatggg ctagattccc taagagtgat ggaactggta ctatctatac</w:t>
      </w:r>
    </w:p>
    <w:p w14:paraId="47EC8EC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agaactggaa ccaccttgta ggtttgttac agacacacct aaaggtccta aagtgaagta</w:t>
      </w:r>
    </w:p>
    <w:p w14:paraId="592F205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tttatacttt attaaaggat taaacaacct aaatagaggt atggtacttg gtagtttagc</w:t>
      </w:r>
    </w:p>
    <w:p w14:paraId="7FF9A47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tgccacagta cgtctacaag ctggtaatgc aacagaagtg cctgccaatt caactgtatt</w:t>
      </w:r>
    </w:p>
    <w:p w14:paraId="27266B4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atctttctgt gcttttgctg tagatgctgc taaagcttac aaagattatc tagctagtgg</w:t>
      </w:r>
    </w:p>
    <w:p w14:paraId="07EE4FC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gggacaacca atcactaatt gtgttaagat gttgtgtaca cacactggta ctggtcaggc</w:t>
      </w:r>
    </w:p>
    <w:p w14:paraId="5C761AC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aataacagtc acaccggaag ccaatatgga tcaagaatcc tttggtggtg catcgtgttg</w:t>
      </w:r>
    </w:p>
    <w:p w14:paraId="39EDBCE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tctgtactgc cgttgccaca tagatcatcc aaatcctaaa ggattttgtg acttaaaagg</w:t>
      </w:r>
    </w:p>
    <w:p w14:paraId="7073B7E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taagtatgta caaataccta caacttgtgc taatgaccct gtgggtttta cacttaaaaa</w:t>
      </w:r>
    </w:p>
    <w:p w14:paraId="2262697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cacagtctgt accgtctgcg gtatgtggaa aggttatggc tgtagttgtg atcaactccg</w:t>
      </w:r>
    </w:p>
    <w:p w14:paraId="3475BB2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cgaacccatg cttcagtcag ctgatgcaca atcgttttta aacgggtttg cggtgtaagt</w:t>
      </w:r>
    </w:p>
    <w:p w14:paraId="2399795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gcagcccgtc ttacaccgtg cggcacaggc actagtactg atgtcgtata cagggctttt</w:t>
      </w:r>
    </w:p>
    <w:p w14:paraId="51D1FFD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gacatctaca atgataaagt agctggtttt gctaaattcc taaaaactaa ttgttgtcgc</w:t>
      </w:r>
    </w:p>
    <w:p w14:paraId="004FA14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ttccaagaaa aggacgaaga tgacaattta attgattctt actttgtagt taagagacac</w:t>
      </w:r>
    </w:p>
    <w:p w14:paraId="09EB356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actttctcta actaccaaca tgaagaaaca atttataatt tacttaagga ttgtccagct</w:t>
      </w:r>
    </w:p>
    <w:p w14:paraId="1F6B852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gttgctaaac atgacttctt taagtttaga atagacggtg acatggtacc acatatatca</w:t>
      </w:r>
    </w:p>
    <w:p w14:paraId="7ADF48B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cgtcaacgtc ttactaaata cacaatggca gacctcgtct atgctttaag gcattttgat</w:t>
      </w:r>
    </w:p>
    <w:p w14:paraId="62F5DAE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gaaggtaatt gtgacacatt aaaagaaata cttgtcacat acaattgttg tgatgatgat</w:t>
      </w:r>
    </w:p>
    <w:p w14:paraId="0CDCA61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tatttcaata aaaaggactg gtatgatttt gtagaaaacc cagatatatt acgcgtatac</w:t>
      </w:r>
    </w:p>
    <w:p w14:paraId="07DD959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gccaacttag gtgaacgtgt acgccaagct ttgttaaaaa cagtacaatt ctgtgatgcc</w:t>
      </w:r>
    </w:p>
    <w:p w14:paraId="5AC02FF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atgcgaaatg ctggtattgt tggtgtactg acattagata atcaagatct caatggtaac</w:t>
      </w:r>
    </w:p>
    <w:p w14:paraId="19FC474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tggtatgatt tcggtgattt catacaaacc acgccaggta gtggagttcc tgttgtagat</w:t>
      </w:r>
    </w:p>
    <w:p w14:paraId="7E4866D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tcttattatt cattgttaat gcctatatta accttgacca gggctttaac tgcagagtca</w:t>
      </w:r>
    </w:p>
    <w:p w14:paraId="3A9ED28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catgttgaca ctgacttaac aaagccttac attaagtggg atttgttaaa atatgacttc</w:t>
      </w:r>
    </w:p>
    <w:p w14:paraId="79FE448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acggaagaga ggttaaaact ctttgaccgt tattttaaat attgggatca gacataccac</w:t>
      </w:r>
    </w:p>
    <w:p w14:paraId="2A98BD1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ccaaattgtg ttaactgttt ggatgacaga tgcattctgc attgtgcaaa ctttaatgtt</w:t>
      </w:r>
    </w:p>
    <w:p w14:paraId="409A527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ttattctcta cagtgttccc acttacaagt tttggaccac tagtgagaaa aatatttgtt</w:t>
      </w:r>
    </w:p>
    <w:p w14:paraId="7B59E9B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gatggtgttc catttgtagt ttcaactgga taccacttca gagagctagg tgttgtacat</w:t>
      </w:r>
    </w:p>
    <w:p w14:paraId="4368909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aatcaggatg taaacttaca tagctctaga cttagtttta aggaattact tgtgtatgct</w:t>
      </w:r>
    </w:p>
    <w:p w14:paraId="1D809D3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gctgaccctg ctatgcacgc tgcttctggt aatctattac tagataaacg cactacgtgc</w:t>
      </w:r>
    </w:p>
    <w:p w14:paraId="6A1D34E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ttttcagtag ctgcacttac taacaatgtt gcttttcaaa ctgtcaaacc cggtaatttt</w:t>
      </w:r>
    </w:p>
    <w:p w14:paraId="7D846D6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aacaaagact tctatgactt tgctgtgtct aagggtttct ttaaggaagg aagttctgtt</w:t>
      </w:r>
    </w:p>
    <w:p w14:paraId="5C659AD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gaattaaaac acttcttctt tgctcaggat ggtaatgctg ctatcagcga ttatgactac</w:t>
      </w:r>
    </w:p>
    <w:p w14:paraId="40F26B0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tatcgttata atctaccaac aatgtgtgat atcagacaac tactatttgt agttgaagtt</w:t>
      </w:r>
    </w:p>
    <w:p w14:paraId="2F017AA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gttgataagt actttgattg ttacgatggt ggctgtatta atgctaacca agtcatcgtc</w:t>
      </w:r>
    </w:p>
    <w:p w14:paraId="66CA796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aacaacctag acaagtcagc tggttttcca tttaataaat ggggtaaggc tagactttat</w:t>
      </w:r>
    </w:p>
    <w:p w14:paraId="00A1765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tatgattcaa tgagttatga ggatcaagat gcacttttcg catatacaaa acgtaatgtc</w:t>
      </w:r>
    </w:p>
    <w:p w14:paraId="4D45810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atccctacta taactcaaat gaatcttaag tatgccatta gtgcaaagaa tagagctcgc</w:t>
      </w:r>
    </w:p>
    <w:p w14:paraId="7E72F34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accgtagctg gtgtctctat ctgtagtact atgaccaata gacagtttca tcaaaaatta</w:t>
      </w:r>
    </w:p>
    <w:p w14:paraId="1AECEAE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ttgaaatcaa tagccgccac tagaggagct actgtagtaa ttggaacaag caaattctat</w:t>
      </w:r>
    </w:p>
    <w:p w14:paraId="0DFB70D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ggtggttggc acaatatgtt aaaaactgtt tatagtgatg tagaaaaccc tcaccttatg</w:t>
      </w:r>
    </w:p>
    <w:p w14:paraId="0223A27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ggttgggatt atcctaaatg tgatagagcc atgcctaaca tgcttagaat tatggcctca</w:t>
      </w:r>
    </w:p>
    <w:p w14:paraId="2C1BC2D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cttgttcttg ctcgcaaaca tacaacgtgt tgtagcttgt cacaccgttt ctatagatta</w:t>
      </w:r>
    </w:p>
    <w:p w14:paraId="400D5F6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gctaatgagt gtgctcaagt attgagtgaa atggtcatgt gtggcggttc actatatgtt</w:t>
      </w:r>
    </w:p>
    <w:p w14:paraId="5C12125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aaaccaggtg gaacctcatc aggagatgcc acaactgctt atgctaatag tgtttttaac</w:t>
      </w:r>
    </w:p>
    <w:p w14:paraId="3C5578B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atttgtcaag ctgtcacggc caatgttaat gcacttttat ctactgatgg taacaaaatt</w:t>
      </w:r>
    </w:p>
    <w:p w14:paraId="3605667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gccgataagt atgtccgcaa tttacaacac agactttatg agtgtctcta tagaaataga</w:t>
      </w:r>
    </w:p>
    <w:p w14:paraId="0838B67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gatgttgaca cagactttgt gaatgagttt tacgcatatt tgcgtaaaca tttctcaatg</w:t>
      </w:r>
    </w:p>
    <w:p w14:paraId="02BD389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atgatactct ctgacgatgc tgttgtgtgt ttcaatagca cttatgcatc tcaaggtcta</w:t>
      </w:r>
    </w:p>
    <w:p w14:paraId="3030E3A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gtggctagca taaagaactt taagtcagtt ctttattatc aaaacaatgt ttttatgtct</w:t>
      </w:r>
    </w:p>
    <w:p w14:paraId="5E996B1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gaagcaaaat gttggactga gactgacctt actaaaggac ctcatgaatt ttgctctcaa</w:t>
      </w:r>
    </w:p>
    <w:p w14:paraId="3EAEF6E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catacaatgc tagttaaaca gggtgatgat tatgtgtacc ttccttaccc agatccatca</w:t>
      </w:r>
    </w:p>
    <w:p w14:paraId="5943AF3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agaatcctag gggccggctg ttttgtagat gatatcgtaa aaacagatgg tacacttatg</w:t>
      </w:r>
    </w:p>
    <w:p w14:paraId="14A50DD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attgaacggt tcgtgtcttt agctatagat gcttacccac ttactaaaca tcctaatcag</w:t>
      </w:r>
    </w:p>
    <w:p w14:paraId="1B10FAE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gagtatgctg atgtctttca tttgtactta caatacataa gaaagctaca tgatgagtta</w:t>
      </w:r>
    </w:p>
    <w:p w14:paraId="757624D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acaggacaca tgttagacat gtattctgtt atgcttacta atgataacac ttcaaggtat</w:t>
      </w:r>
    </w:p>
    <w:p w14:paraId="506F48E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tgggaacctg agttttatga ggctatgtac acaccgcata cagtcttaca ggctgttggg</w:t>
      </w:r>
    </w:p>
    <w:p w14:paraId="584CC42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gcttgtgttc tttgcaattc acagacttca ttaagatgtg gtgcttgcat acgtagacca</w:t>
      </w:r>
    </w:p>
    <w:p w14:paraId="140EA84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ttcttatgtt gtaaatgctg ttacgaccat gtcatatcaa catcacataa attagtcttg</w:t>
      </w:r>
    </w:p>
    <w:p w14:paraId="115B3D0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tctgttaatc cgtatgtttg caatgctcca ggttgtgatg tcacagatgt gactcaactt</w:t>
      </w:r>
    </w:p>
    <w:p w14:paraId="74422CE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tacttaggag gtatgagcta ttattgtaaa tcacataaac cacccattag ttttccattg</w:t>
      </w:r>
    </w:p>
    <w:p w14:paraId="29C2A76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tgtgctaatg gacaagtttt tggtttatat aaaaatacat gtgttggtag cgataatgtt</w:t>
      </w:r>
    </w:p>
    <w:p w14:paraId="2B9D583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actgacttta atgcaattgc aacatgtgac tggacaaatg ctggtgatta cattttagct</w:t>
      </w:r>
    </w:p>
    <w:p w14:paraId="4E4DED2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aacacctgta ctgaaagact caagcttttt gcagcagaaa cgctcaaagc tactgaggag</w:t>
      </w:r>
    </w:p>
    <w:p w14:paraId="1E8ED8D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acatttaaac tgtcttatgg tattgctact gtacgtgaag tgctgtctga cagagaatta</w:t>
      </w:r>
    </w:p>
    <w:p w14:paraId="69217F6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catctttcat gggaagttgg taaacctaga ccaccactta accgaaatta tgtctttact</w:t>
      </w:r>
    </w:p>
    <w:p w14:paraId="45208CD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ggttatcgtg taactaaaaa cagtaaagta caaataggag agtacacctt tgaaaaaggt</w:t>
      </w:r>
    </w:p>
    <w:p w14:paraId="0CC7334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gactatggtg atgctgttgt ttaccgaggt acaacaactt acaaattaaa tgttggtgat</w:t>
      </w:r>
    </w:p>
    <w:p w14:paraId="5107D0B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tattttgtgc tgacatcaca tacagtaatg ccattaagtg cacctacact agtgccacaa</w:t>
      </w:r>
    </w:p>
    <w:p w14:paraId="33DFAC3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gagcactatg ttagaattac tggcttatac ccaacactca atatctcaga tgagttttct</w:t>
      </w:r>
    </w:p>
    <w:p w14:paraId="26DF883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agcaatgttg caaattatca aaaggttggt atgcaaaagt attctacact ccagggacca</w:t>
      </w:r>
    </w:p>
    <w:p w14:paraId="687A4B1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cctggtactg gtaagagtca ttttgctatt ggcctagctc tctactaccc ttctgctcgc</w:t>
      </w:r>
    </w:p>
    <w:p w14:paraId="369FEE1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atagtgtata cagcttgctc tcatgccgct gttgatgcac tatgtgagaa ggcattaaaa</w:t>
      </w:r>
    </w:p>
    <w:p w14:paraId="307E242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tatttgccta tagataaatg tagtagaatt atacctgcac gtgctcgtgt agagtgtttt</w:t>
      </w:r>
    </w:p>
    <w:p w14:paraId="723CC0C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gataaattca aagtgaattc aacattagaa cagtatgtct tttgtactgt aaatgcattg</w:t>
      </w:r>
    </w:p>
    <w:p w14:paraId="1FBD8F3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cctgagacga cagcagatat agttgtcttt gatgaaattt caatggccac aaattatgat</w:t>
      </w:r>
    </w:p>
    <w:p w14:paraId="462C8F9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ttgagtgttg tcaatgccag attacgtgct aagcactatg tgtacattgg cgaccctgct</w:t>
      </w:r>
    </w:p>
    <w:p w14:paraId="368D86C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caattacctg caccacgcac attgctaact aagggcacac tagaaccaga atatttcaat</w:t>
      </w:r>
    </w:p>
    <w:p w14:paraId="6E790C0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tcagtgtgta gacttatgaa aactataggt ccagacatgt tcctcggaac ttgtcggcgt</w:t>
      </w:r>
    </w:p>
    <w:p w14:paraId="34CEA90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tgtcctgctg aaattgttga cactgtgagt gctttggttt atgataataa gcttaaagca</w:t>
      </w:r>
    </w:p>
    <w:p w14:paraId="7736640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cataaagaca aatcagctca atgctttaaa atgttttata agggtgttat cacgcatgat</w:t>
      </w:r>
    </w:p>
    <w:p w14:paraId="7CA74FA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gtttcatctg caattaacag gccacaaata ggcgtggtaa gagaattcct tacacgtaac</w:t>
      </w:r>
    </w:p>
    <w:p w14:paraId="39A6C89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cctgcttgga gaaaagctgt ctttatttca ccttataatt cacagaatgc tgtagcctca</w:t>
      </w:r>
    </w:p>
    <w:p w14:paraId="4E6A923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aagattttgg gactaccaac tcaaactgtt gattcatcac agggctcaga atatgactat</w:t>
      </w:r>
    </w:p>
    <w:p w14:paraId="697717E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gtcatattca ctcaaaccac tgaaacagct cactcttgta atgtaaacag atttaatgtt</w:t>
      </w:r>
    </w:p>
    <w:p w14:paraId="18DCB1F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gctattacca gagcaaaagt aggcatactt tgcataatgt ctgatagaga cctttatgac</w:t>
      </w:r>
    </w:p>
    <w:p w14:paraId="65A326C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aagttgcaat ttacaagtct tgaaattcca cgtaggaatg tggcaacttt acaagctgaa</w:t>
      </w:r>
    </w:p>
    <w:p w14:paraId="3F14151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aatgtaacag gactctttaa agattgtagt aaggtaatca ctgggttaca tcctacacag</w:t>
      </w:r>
    </w:p>
    <w:p w14:paraId="0079B09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gcacctacac acctcagtgt tgacactaaa ttcaaaactg aaggtttatg tgttgacgta</w:t>
      </w:r>
    </w:p>
    <w:p w14:paraId="5777F17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cctggcatac ctaaggacat gacctataga agactcatct ctatgatggg ttttaaaatg</w:t>
      </w:r>
    </w:p>
    <w:p w14:paraId="2F77119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aattatcaag ttaatggtta ccctaacatg tttatcaccc gcgaagaagc tataagacat</w:t>
      </w:r>
    </w:p>
    <w:p w14:paraId="05EA850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gtacgtgcat ggattggctt cgatgtcgag gggtgtcatg ctactagaga agctgttggt</w:t>
      </w:r>
    </w:p>
    <w:p w14:paraId="10FD453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accaatttac ctttacagct aggtttttct acaggtgtta acctagttgc tgtacctaca</w:t>
      </w:r>
    </w:p>
    <w:p w14:paraId="5F551E4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ggttatgttg atacacctaa taatacagat ttttccagag ttagtgctaa accaccgcct</w:t>
      </w:r>
    </w:p>
    <w:p w14:paraId="5F76843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ggagatcaat ttaaacacct cataccactt atgtacaaag gacttccttg gaatgtagtg</w:t>
      </w:r>
    </w:p>
    <w:p w14:paraId="60BA512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cgtataaaga ttgtacaaat gttaagtgac acacttaaaa atctctctga cagagtcgta</w:t>
      </w:r>
    </w:p>
    <w:p w14:paraId="66C8EB1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tttgtcttat gggcacatgg ctttgagttg acatctatga agtattttgt gaaaatagga</w:t>
      </w:r>
    </w:p>
    <w:p w14:paraId="44F0811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cctgagcgca cctgttgtct atgtgataga cgtgccacat gcttttccac tgcttcagac</w:t>
      </w:r>
    </w:p>
    <w:p w14:paraId="59961D9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acttatgcct gttggcatca ttctattgga tttgattacg tctataatcc gtttatgatt</w:t>
      </w:r>
    </w:p>
    <w:p w14:paraId="6EFACEF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gatgttcaac aatggggttt tacaggtaac ctacaaagca accatgatct gtattgtcaa</w:t>
      </w:r>
    </w:p>
    <w:p w14:paraId="26E3167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gtccatggta atgcacatgt agctagttgt gatgcaatca tgactaggtg tctagctgtc</w:t>
      </w:r>
    </w:p>
    <w:p w14:paraId="70E20F1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cacgagtgct ttgttaagcg tgttgactgg actattgaat atcctataat tggtgatgaa</w:t>
      </w:r>
    </w:p>
    <w:p w14:paraId="2B69340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ctgaagatta atgcggcttg tagaaaggtt caacacatgg ttgttaaagc tgcattatta</w:t>
      </w:r>
    </w:p>
    <w:p w14:paraId="7DFEC32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gcagacaaat tcccagttct tcacgacatt ggtaacccta aagctattaa gtgtgtacct</w:t>
      </w:r>
    </w:p>
    <w:p w14:paraId="319135E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caagctgatg tagaatggaa gttctatgat gcacagcctt gtagtgacaa agcttataaa</w:t>
      </w:r>
    </w:p>
    <w:p w14:paraId="2ACE12F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atagaagaat tattctattc ttatgccaca cattctgaca aattcacaga tggtgtatgc</w:t>
      </w:r>
    </w:p>
    <w:p w14:paraId="3EBAA07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ctattttgga attgcaatgt cgatagatat cctgctaatt ccattgtttg tagatttgac</w:t>
      </w:r>
    </w:p>
    <w:p w14:paraId="18A9DB8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actagagtgc tatctaacct taacttgcct ggttgtgatg gtggcagttt gtatgtaaat</w:t>
      </w:r>
    </w:p>
    <w:p w14:paraId="47589B8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aaacatgcat tccacacacc agcttttgat aaaagtgctt ttgttaattt aaaacaatta</w:t>
      </w:r>
    </w:p>
    <w:p w14:paraId="2D531B5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ccatttttct attactctga cagtccatgt gagtctcatg gaaaacaagt agtgtcagat</w:t>
      </w:r>
    </w:p>
    <w:p w14:paraId="684D23F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atagattatg taccactaaa gtctgctacg tgtataacac gttgcaattt aggtggtgct</w:t>
      </w:r>
    </w:p>
    <w:p w14:paraId="72696D2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gtctgtagac atcatgctaa tgagtacaga ttgtatctcg atgcttataa catgatgatc</w:t>
      </w:r>
    </w:p>
    <w:p w14:paraId="518D7AB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tcagctggct ttagcttgtg ggtttacaaa caatttgata cttataacct ctggaacact</w:t>
      </w:r>
    </w:p>
    <w:p w14:paraId="3BAA6B0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tttacaagac ttcagagttt agaaaatgtg gcttttaatg ttgtaaataa gggacacttt</w:t>
      </w:r>
    </w:p>
    <w:p w14:paraId="13D867C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gatggacaac agggtgaagt accagtttct atcattaata acactgttta cacaaaagtt</w:t>
      </w:r>
    </w:p>
    <w:p w14:paraId="7012D3C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gatggtgttg atgtagaatt gtttgaaaat aaaacaacat tacctgttaa tgtagcattt</w:t>
      </w:r>
    </w:p>
    <w:p w14:paraId="1D543F6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gagctttggg ctaagcgcaa cattaaacca gtaccagagg tgaaaatact caataatttg</w:t>
      </w:r>
    </w:p>
    <w:p w14:paraId="4410594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ggtgtggaca ttgctgctaa tactgtgatc tgggactaca aaagagatgc tccagcacat</w:t>
      </w:r>
    </w:p>
    <w:p w14:paraId="423D1DD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atatctacta ttggtgtttg ttctatgact gacatagcca agaaaccaac tgaaacgatt</w:t>
      </w:r>
    </w:p>
    <w:p w14:paraId="3DAE3A9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tgtgcaccac tcactgtctt ttttgatggt agagttgatg gtcaagtaga cttatttaga</w:t>
      </w:r>
    </w:p>
    <w:p w14:paraId="600A6DE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aatgcccgta atggtgttct tattacagaa ggtagtgtta aaggtttaca accatctgta</w:t>
      </w:r>
    </w:p>
    <w:p w14:paraId="0B26EF7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ggtcccaaac aagctagtct taatggagtc acattaattg gagaagccgt aaaaacacag</w:t>
      </w:r>
    </w:p>
    <w:p w14:paraId="6FBE6D9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ttcaattatt ataagaaagt tgatggtgtt gtccaacaat tacctgaaac ttactttact</w:t>
      </w:r>
    </w:p>
    <w:p w14:paraId="777E47B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cagagtagaa atttacaaga atttaaaccc aggagtcaaa tggaaattga tttcttagaa</w:t>
      </w:r>
    </w:p>
    <w:p w14:paraId="4293057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ttagctatgg atgaattcat tgaacggtat aaattagaag gctatgcctt cgaacatatc</w:t>
      </w:r>
    </w:p>
    <w:p w14:paraId="1D44633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gtttatggag attttagtca tagtcagtta ggtggtttac atctactgat tggactagct</w:t>
      </w:r>
    </w:p>
    <w:p w14:paraId="639E2FE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aaacgtttta aggaatcacc ttttgaatta gaagatttta ttcctatgga cagtacagtt</w:t>
      </w:r>
    </w:p>
    <w:p w14:paraId="46A0C0B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aaaaactatt tcataacaga tgcgcaaaca ggttcatcta agtgtgtgtg ttctgttatt</w:t>
      </w:r>
    </w:p>
    <w:p w14:paraId="200DA90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gatttattac ttgatgattt tgttgaaata ataaaatccc aagatttatc tgtagtttct</w:t>
      </w:r>
    </w:p>
    <w:p w14:paraId="471A8A7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aaggttgtca aagtgactat tgactataca gaaatttcat ttatgctttg gtgtaaagat</w:t>
      </w:r>
    </w:p>
    <w:p w14:paraId="603F136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ggccatgtag aaacatttta cccaaaatta caatctagtc aagcgtggca accgggtgtt</w:t>
      </w:r>
    </w:p>
    <w:p w14:paraId="6ED75EC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gctatgccta atctttacaa aatgcaaaga atgctattag aaaagtgtga ccttcaaaat</w:t>
      </w:r>
    </w:p>
    <w:p w14:paraId="575B0F3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tatggtgata gtgcaacatt acctaaaggc ataatgatga atgtcgcaaa atatactcaa</w:t>
      </w:r>
    </w:p>
    <w:p w14:paraId="5B64A48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ctgtgtcaat atttaaacac attaacatta gctgtaccct ataatatgag agttatacat</w:t>
      </w:r>
    </w:p>
    <w:p w14:paraId="3F0985B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tttggtgctg gttctgataa aggagttgca ccaggtacag ctgttttaag acagtggttg</w:t>
      </w:r>
    </w:p>
    <w:p w14:paraId="6B5ADAA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cctacgggta cgctgcttgt cgattcagat cttaatgact ttgtctctga tgcagattca</w:t>
      </w:r>
    </w:p>
    <w:p w14:paraId="1782FC1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actttgattg gtgattgtgc aactgtacat acagctaata aatgggatct cattattagt</w:t>
      </w:r>
    </w:p>
    <w:p w14:paraId="170E5D9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gatatgtacg accctaagac taaaaatgtt acaaaagaaa atgactctaa agagggtttt</w:t>
      </w:r>
    </w:p>
    <w:p w14:paraId="1D2861A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ttcacttaca tttgtgggtt tatacaacaa aagctagctc ttggaggttc cgtggctata</w:t>
      </w:r>
    </w:p>
    <w:p w14:paraId="31367B8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aagataacag aacattcttg gaatgctgat ctttataagc tcatgggaca cttcgcatgg</w:t>
      </w:r>
    </w:p>
    <w:p w14:paraId="122D2D8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tggacagcct ttgttactaa tgtgaatgcg tcatcatctg aagcattttt aattggatgt</w:t>
      </w:r>
    </w:p>
    <w:p w14:paraId="6A376A5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aattatcttg gcaaaccacg cgaacaaata gatggttatg tcatgcatgc aaattacata</w:t>
      </w:r>
    </w:p>
    <w:p w14:paraId="6AF708C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ttttggagga atacaaatcc aattcagttg tcttcctatt ctttatttga catgagtaaa</w:t>
      </w:r>
    </w:p>
    <w:p w14:paraId="2217D81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tttcccctta aattaagggg tacngctgtt atgtctttaa aagaaggtca aatcaatgat</w:t>
      </w:r>
    </w:p>
    <w:p w14:paraId="07C8B2B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atgattttat ctcttcttag taaaggtaga cttataatta gagaaaacaa cagagttgtt</w:t>
      </w:r>
    </w:p>
    <w:p w14:paraId="397C9BE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atttctagtg atgttcttgt taacaactaa acgaacaatg tttgtttttc ttgttttatt</w:t>
      </w:r>
    </w:p>
    <w:p w14:paraId="7C74BD3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gccactagtc tctagtcagt gtgttaatct tacaaccaga actcaattac cccctgcata</w:t>
      </w:r>
    </w:p>
    <w:p w14:paraId="258B9C7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cactaattct ttcacacgtg gtgtttatta ccctgacaaa gttttcagat cctcagtttt</w:t>
      </w:r>
    </w:p>
    <w:p w14:paraId="77FEE8D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acattcaact caggacttgt tcttaccttt cttttccaat gttacttggt tccatgttat</w:t>
      </w:r>
    </w:p>
    <w:p w14:paraId="09371E8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acatgtctct gggaccaatg gtactaagag gtttgataac cctgtcctac catttaatga</w:t>
      </w:r>
    </w:p>
    <w:p w14:paraId="229AF14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tggtgtttat tttgcttcca ttgagaagtc taacataata agaggctgga tttttggtac</w:t>
      </w:r>
    </w:p>
    <w:p w14:paraId="2D27925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tactttagat tcgaagaccc agtccctact tattgttaat aacgctacta atgttgttat</w:t>
      </w:r>
    </w:p>
    <w:p w14:paraId="6225705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taaagtctgt gaatttcaat tttgtaatga tccatttttg gaccacaaaa acaacaaaag</w:t>
      </w:r>
    </w:p>
    <w:p w14:paraId="5152980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ttggatggaa agtgagttca gagtttattc tagtgcgaat aattgcactt ttgaatatgt</w:t>
      </w:r>
    </w:p>
    <w:p w14:paraId="68A05FF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ctctcagcct tttcttatgg accttgaagg aaaacagggt aatttcaaaa atcttaggga</w:t>
      </w:r>
    </w:p>
    <w:p w14:paraId="6B8EBC3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atttgtgttt aagaatattg atggttattt taaaatatat tctaagcaca cgcctattat</w:t>
      </w:r>
    </w:p>
    <w:p w14:paraId="5DD7148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agtgcgtgag ccagaagatc tccctcaggg tttttcggct ttagaaccat tggtagattt</w:t>
      </w:r>
    </w:p>
    <w:p w14:paraId="1F3C09D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gccaataggt attaacatca ctaggtttca aactttactt gctttacata gaagttattt</w:t>
      </w:r>
    </w:p>
    <w:p w14:paraId="5D53364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gactcctggt gattcttctt caggttggac agctggtgct gcagcttatt atgtgggtta</w:t>
      </w:r>
    </w:p>
    <w:p w14:paraId="5C57321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tcttcaacct aggacttttc tattaaaata taatgaaaat ggaaccatta cagatgctgt</w:t>
      </w:r>
    </w:p>
    <w:p w14:paraId="182886F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agactgtgca cttgaccctc tctcagaaac aaagtgtacg ttgaaatcct tcactgtaga</w:t>
      </w:r>
    </w:p>
    <w:p w14:paraId="65CDEAC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aaaaggaatc tatcaaactt ctaactttag agtccaacca acagaatcta ttgttagatt</w:t>
      </w:r>
    </w:p>
    <w:p w14:paraId="27B4873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tcctaatatt acaaacttgt gcccttttga tgaagttttt aacgccacca aatttgcatc</w:t>
      </w:r>
    </w:p>
    <w:p w14:paraId="53B5432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tgtttatgct tggaacagga agagaatcag caactgtgtt gctgattatt ctgtcctata</w:t>
      </w:r>
    </w:p>
    <w:p w14:paraId="6BDDB25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taatctcgca ccatttttca cttttaagtg ttatggagtg tctcctacta aattaaatga</w:t>
      </w:r>
    </w:p>
    <w:p w14:paraId="330E990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tctctgcttt actaatgtct atgcagattc atttgtaatt agaggtgatg aagtcagaca</w:t>
      </w:r>
    </w:p>
    <w:p w14:paraId="5211860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aatcgctcca gggcaaactg gaaatattgc tgattataat tataaattac cagatgattt</w:t>
      </w:r>
    </w:p>
    <w:p w14:paraId="054F5DE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tacaggctgc gttatagctt ggaattctaa caagcttgat tctaaggtta gtggtaatta</w:t>
      </w:r>
    </w:p>
    <w:p w14:paraId="50D2834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taattacctg tatagattgt ttaggaagtc taatctcaaa ccttttgaga gagatatttc</w:t>
      </w:r>
    </w:p>
    <w:p w14:paraId="3703B14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aactgaaatc tatcaggccg gtaacaaacc ttgtaatggt gttgcaggtt ttaattgtta</w:t>
      </w:r>
    </w:p>
    <w:p w14:paraId="23B5EE1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ctttccttta cgatcatata gtttccgacc cacttatggt gttggtcacc aaccatacag</w:t>
      </w:r>
    </w:p>
    <w:p w14:paraId="157C437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agtagtagta ctttcttttg aacttctaca tgcaccagca actgtttgtg gacctaaaaa</w:t>
      </w:r>
    </w:p>
    <w:p w14:paraId="5B344AB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gtctactaat ttggttaaaa acaaatgtgt caatttcaac ttcaatggtt taaaaggcac</w:t>
      </w:r>
    </w:p>
    <w:p w14:paraId="0024758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aggtgttctt actgagtcta acaaaaagtt tctgcctttc caacaatttg gcagagacat</w:t>
      </w:r>
    </w:p>
    <w:p w14:paraId="11BD845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tgctgacact actgatgctg tccgtgatcc acagacactt gagattcttg acattacacc</w:t>
      </w:r>
    </w:p>
    <w:p w14:paraId="2E8B2F0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atgttctttt ggtggtgtca gtgttataac accaggaaca aatacttcta accaggttgc</w:t>
      </w:r>
    </w:p>
    <w:p w14:paraId="2C98594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tgttctttat cagggtgtta actgcacaga agtccctgtt gctattcatg cagatcaact</w:t>
      </w:r>
    </w:p>
    <w:p w14:paraId="6BA598C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tactcctact tggcgtgttt attctacagg ttctaatgtt tttcaaacac gtgcaggctg</w:t>
      </w:r>
    </w:p>
    <w:p w14:paraId="4AE3465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tttaataggg gctgaatatg tcaacaactc atatgagtgt gacataccca ttggtgcagg</w:t>
      </w:r>
    </w:p>
    <w:p w14:paraId="0C0F34A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tatatgcgct agttatcaga ctcagactaa gtctcatcgg cgggcacgta gtgtagctag</w:t>
      </w:r>
    </w:p>
    <w:p w14:paraId="3E62CBF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tcaatccatc attgcctaca ctatgtcact tggtgcagaa aattcagttg cttactctaa</w:t>
      </w:r>
    </w:p>
    <w:p w14:paraId="6F37CDD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taactctatt gccataccca caaattttac tattagtgtt accacagaaa ttctaccagt</w:t>
      </w:r>
    </w:p>
    <w:p w14:paraId="4AE1C99D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gtctatgacc aagacatcag tagattgtac aatgtacatt tgtggtgatt caactgaatg</w:t>
      </w:r>
    </w:p>
    <w:p w14:paraId="5300719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cagcaatctt ttgttgcaat atggcagttt ttgtacacaa ttaaaacgtg ctttaactgg</w:t>
      </w:r>
    </w:p>
    <w:p w14:paraId="53117FD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aatagctgtt gaacaagaca aaaacaccca agaagttttt gcacaagtca aacaaattta</w:t>
      </w:r>
    </w:p>
    <w:p w14:paraId="616370B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caaaacacca ccaattaaat attttggtgg ttttaatttt tcacaaatat taccagatcc</w:t>
      </w:r>
    </w:p>
    <w:p w14:paraId="3EE7189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atcaaaacca agcaagaggt catttattga agatctactt ttcaacaaag tgacacttgc</w:t>
      </w:r>
    </w:p>
    <w:p w14:paraId="42A7D82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agatgctggc ttcatcaaac aatatggtga ttgccttggt gatattgctg ctagagacct</w:t>
      </w:r>
    </w:p>
    <w:p w14:paraId="3C1B8AC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catttgtgca caaaagttta aaggccttac tgttttgcca cctttgctca cagatgaaat</w:t>
      </w:r>
    </w:p>
    <w:p w14:paraId="07A8133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gattgctcaa tacacttctg cactgttagc gggtacaatc acttctggtt ggacctttgg</w:t>
      </w:r>
    </w:p>
    <w:p w14:paraId="55F608C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tgcaggtgct gcattacaaa taccatttgc tatgcaaatg gcttataggt ttaatggtat</w:t>
      </w:r>
    </w:p>
    <w:p w14:paraId="5ABBDEC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tggagttaca cagaatgttc tctatgagaa ccaaaaattg attgccaacc aatttaatag</w:t>
      </w:r>
    </w:p>
    <w:p w14:paraId="745DAD3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tgctattggc aaaattcaag actcactttc ttccacagca agtgcacttg gaaaacttca</w:t>
      </w:r>
    </w:p>
    <w:p w14:paraId="48CAF0A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agatgtggtc aaccataatg cacaagcttt aaacacgctt gttaaacaac ttagctccaa</w:t>
      </w:r>
    </w:p>
    <w:p w14:paraId="2C7FBA4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atttggtgca atttcaagtg ttttaaatga tatcttttca cgtcttgaca aagttgaggc</w:t>
      </w:r>
    </w:p>
    <w:p w14:paraId="3B1AB7D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tgaagtgcaa attgataggt tgatcacagg cagacttcaa agtttgcaga catatgtgac</w:t>
      </w:r>
    </w:p>
    <w:p w14:paraId="0B0BC93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tcaacaatta attagagctg cagaaatcag agcttctgct aatcttgctg ctactaaaat</w:t>
      </w:r>
    </w:p>
    <w:p w14:paraId="5E32099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gtcagagtgt gtacttggac aatcaaaaag agttgatttt tgtggaaagg gctatcatct</w:t>
      </w:r>
    </w:p>
    <w:p w14:paraId="40A770F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tatgtccttc cctcagtcag cacctcatgg tgtagtcttc ttgcatgtga cttatgtccc</w:t>
      </w:r>
    </w:p>
    <w:p w14:paraId="72A5EF5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tgcacaagaa aagaacttca caactgctcc tgccatttgt catgatggaa aagcacactt</w:t>
      </w:r>
    </w:p>
    <w:p w14:paraId="62DC22F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tcctcgtgaa ggtgtctttg tttcaaatgg cacacactgg tttgtaacac aaaggaattt</w:t>
      </w:r>
    </w:p>
    <w:p w14:paraId="323549E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ttatgaacca caaatcatta ctacagacaa cacatttgtg tctggtaact gtgatgttgt</w:t>
      </w:r>
    </w:p>
    <w:p w14:paraId="4160C7E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aataggaatt gtcaacaaca cagtttatga tcctttgcaa cctgaattag attcattcaa</w:t>
      </w:r>
    </w:p>
    <w:p w14:paraId="38E2EB5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ggaggagtta gataaatatt ttaagaatca tacatcacca gatgttgatt taggtgacat</w:t>
      </w:r>
    </w:p>
    <w:p w14:paraId="746A9E4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ctctggcatt aatgcttcag ttgtaaacat tcaaaaagaa attgaccgcc tcaatgaggt</w:t>
      </w:r>
    </w:p>
    <w:p w14:paraId="3946DC71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tgccaagaat ttaaatgaat ctctcatcga tctccaagaa cttggaaagt atgagcagta</w:t>
      </w:r>
    </w:p>
    <w:p w14:paraId="6E839C0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tataaaatgg ccatggtaca tttggctagg ttttatagct ggcttgattg ccatagtaat</w:t>
      </w:r>
    </w:p>
    <w:p w14:paraId="4A050B7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ggtgacaatt atgctttgct gtatgaccag ttgctgtagt tgtctcaagg gctgttgttc</w:t>
      </w:r>
    </w:p>
    <w:p w14:paraId="3E94945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ttgtggatcc tgctgcaaat ttgatgaaga cgactctgag ccagtgctca aaggagtcaa</w:t>
      </w:r>
    </w:p>
    <w:p w14:paraId="650BA07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attacattac acataaacga acttatggat ttgtttatga gaatcttcac aattggaact</w:t>
      </w:r>
    </w:p>
    <w:p w14:paraId="0A183E1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gtaactttga agcaaggtga aatcaaggat gctactcctt cagattttgt tcgcgctact</w:t>
      </w:r>
    </w:p>
    <w:p w14:paraId="5F13B78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gcaacgatac cgatacaagc ctcactccct ttcggatggc ttattgttgg cgttgcactt</w:t>
      </w:r>
    </w:p>
    <w:p w14:paraId="12756DF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cttgctgttt ttcagagcgc ttccaaaatc ataactctca aaaagagatg gcaactagca</w:t>
      </w:r>
    </w:p>
    <w:p w14:paraId="3E08A37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ctctccaagg gtgttcactt tgtttgcaac ttgctgttgt tgtttgtaac agtttactca</w:t>
      </w:r>
    </w:p>
    <w:p w14:paraId="6C73633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caccttttgc tcgttgctgc tggccttgaa gccccttttc tctatcttta tgctttagtc</w:t>
      </w:r>
    </w:p>
    <w:p w14:paraId="21B3340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tacttcttgc agagtataaa ctttgtaaga ataataatga ggctttggct ttgctggaaa</w:t>
      </w:r>
    </w:p>
    <w:p w14:paraId="72DF45E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tgccgttcca aaaacccatt actttatgat gccaactatt ttctttgctg gcatactaat</w:t>
      </w:r>
    </w:p>
    <w:p w14:paraId="7A89C7E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tgttacgact attgtatacc ttacaatagt gtaacttctt caattgtcat tacttcaggt</w:t>
      </w:r>
    </w:p>
    <w:p w14:paraId="12C77F4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gatggcacaa caagtcctat ttctgaacat gactaccaga ttggtggtta tactgaaaaa</w:t>
      </w:r>
    </w:p>
    <w:p w14:paraId="0A6A98D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tgggaatctg gagtaaaaga ctgtgttgta ttacacagtt acttcacttc agactattac</w:t>
      </w:r>
    </w:p>
    <w:p w14:paraId="367645F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cagctgtact caactcaatt gagtacagac actggtgttg aacatgttac cttcttcatc</w:t>
      </w:r>
    </w:p>
    <w:p w14:paraId="7267417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tacaataaaa ttgttgatga gcctgaagaa catgtccaaa ttcacacaat cgacggttca</w:t>
      </w:r>
    </w:p>
    <w:p w14:paraId="7E4659A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tccggagttg ttaatccagt aatggaacca atttatgatg aaccgacgac gactactagc</w:t>
      </w:r>
    </w:p>
    <w:p w14:paraId="6BEB229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gtgcctttgt aagcacaagc tgatgagtac gaacttatgt actcattcgt ttcggaagag</w:t>
      </w:r>
    </w:p>
    <w:p w14:paraId="369A74C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ataggtacgt taatagttaa tagcgtactt ctttttcttg ctttcgtggt attcttgcta</w:t>
      </w:r>
    </w:p>
    <w:p w14:paraId="5E7F27F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gtcacactag ccatccttac tgcgcttcga ttgtgtgcgt actgctgcaa tattgttaac</w:t>
      </w:r>
    </w:p>
    <w:p w14:paraId="4F2C627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gtgagtcttg taaaaccttc tttttacgtt tactctcgtg ttaaaaatct gaattcttct</w:t>
      </w:r>
    </w:p>
    <w:p w14:paraId="74C9D96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agagttcctg atcttctggt ctaaacgaac taaatattat attagttttt ctgtttggaa</w:t>
      </w:r>
    </w:p>
    <w:p w14:paraId="7EA709E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ctttaatttt agccatggca ggttccaacg gtactattac cgttgaagag cttaaaaagc</w:t>
      </w:r>
    </w:p>
    <w:p w14:paraId="6933E4E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tccttgaaga atggaaccta gtaataggtt tcctattcct tacatggatt tgtcttctac</w:t>
      </w:r>
    </w:p>
    <w:p w14:paraId="06E1EAE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aatttgccta tgccaacagg aataggtttt tgtatataat taagttaatt ttcctctggc</w:t>
      </w:r>
    </w:p>
    <w:p w14:paraId="23FD907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tgttatggcc agtaacttta acttgttttg tgcttgctgc tgtttacaga ataaattgga</w:t>
      </w:r>
    </w:p>
    <w:p w14:paraId="519BD1F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tcaccggtgg aattgctatc gcaatggctt gtcttgtagg cttgatgtgg ctcagctact</w:t>
      </w:r>
    </w:p>
    <w:p w14:paraId="61D2B51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tcattgcttc tttcagactg tttgcgcgta cgcgttccat gtggtcattc aatccagaaa</w:t>
      </w:r>
    </w:p>
    <w:p w14:paraId="6B7919D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ctaacattct tctcaacgtg ccactccatg gcactattct gaccagaccg cttctagaaa</w:t>
      </w:r>
    </w:p>
    <w:p w14:paraId="1FE0ACE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gtgaactcgt aatcggagct gtgatccttc gtggacatct tcgtattgct ggacaccatc</w:t>
      </w:r>
    </w:p>
    <w:p w14:paraId="0955566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taggacgctg tgacatcaag gacctgccta aagaaatcac tgttgctaca tcacgaacgc</w:t>
      </w:r>
    </w:p>
    <w:p w14:paraId="29E0BAB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tttcttatta caaattggga gcttcgcagc gtgtagcagg tgactcaggt tttgctgcat</w:t>
      </w:r>
    </w:p>
    <w:p w14:paraId="2D6887C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acagtcgcta caggattggc aactataaat taaacacaga ccattccagt agcagtgaca</w:t>
      </w:r>
    </w:p>
    <w:p w14:paraId="1E2EA49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atattgcttt gcttgtacag taagtgacaa cagatgtttc atctcgttga ctttcaggtt</w:t>
      </w:r>
    </w:p>
    <w:p w14:paraId="7E6CAB3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actatagcag agatattact aattattatg cggactttta aagtttccat ttggaatctt</w:t>
      </w:r>
    </w:p>
    <w:p w14:paraId="29F0401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gattacatca taaacctcat aattaaaaat ttatctaagt cactaactga gaataaatat</w:t>
      </w:r>
    </w:p>
    <w:p w14:paraId="00D731F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tctcaattag atgaagagca accaatggag attgattaaa cgaacatgaa aattattctt</w:t>
      </w:r>
    </w:p>
    <w:p w14:paraId="5AA5478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ttcttggcac tgataacact cgctacttgt gagctttatc actaccaaga gtgtgttaga</w:t>
      </w:r>
    </w:p>
    <w:p w14:paraId="11B685C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ggtacaacag tacttttaaa agaaccttgc tcttctggaa catacgaggg caattcacca</w:t>
      </w:r>
    </w:p>
    <w:p w14:paraId="2236DFE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tttcatcctc tagctgataa caaatttgca ctgacttgct ttagcactca atttgctttt</w:t>
      </w:r>
    </w:p>
    <w:p w14:paraId="2E38C57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gcttgtcctg acggcgtaaa acacgtctat cagttacgtg ccagatcagt ttcacctaaa</w:t>
      </w:r>
    </w:p>
    <w:p w14:paraId="52FC153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ctgttcatca gacaagagga agttcaagaa ctttactctc caatttttct tattgttgcg</w:t>
      </w:r>
    </w:p>
    <w:p w14:paraId="2BC68E3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gcaatagtgt ttataacact ttgcttcaca ctcaaaagaa agacagaatg attgaacttt</w:t>
      </w:r>
    </w:p>
    <w:p w14:paraId="7B498B8B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cattaattga cttctatttg tgctttttag cctttctgtt attccttgtt ttaattatgc</w:t>
      </w:r>
    </w:p>
    <w:p w14:paraId="4F7B57F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ttattatctt ttggttctca cttgaactgc aagatcataa tgaaacttgt cacgcctaaa</w:t>
      </w:r>
    </w:p>
    <w:p w14:paraId="49EAA454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cgaacatgaa atttcttgtt ttcttaggaa tcatcacaac tgtagctgca tttcaccaag</w:t>
      </w:r>
    </w:p>
    <w:p w14:paraId="49AEFF2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aatgtagttt acagtcatgt actcaacatc aaccatatgt agttgatgac ccgtgtccta</w:t>
      </w:r>
    </w:p>
    <w:p w14:paraId="598091A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ttcacttcta ttctaaatgg tatattagag taggagctag aaaatcagca cctttaattg</w:t>
      </w:r>
    </w:p>
    <w:p w14:paraId="34609CD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aattgtgcgt ggatgaggct ggttctaaat cacccattca gtacatcgat atcggtaatt</w:t>
      </w:r>
    </w:p>
    <w:p w14:paraId="796ECB6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atacagtttc ctgtttacct tttacaatta attgccagga acctaaattg ggtagtcttg</w:t>
      </w:r>
    </w:p>
    <w:p w14:paraId="2A7D6D8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tagtgcgttg ttcgttctat gaagactttt tagagtatca tgacgttcgt gttgttttag</w:t>
      </w:r>
    </w:p>
    <w:p w14:paraId="28DFC8D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atttcatcta aacgaacaaa cttaaatgtc tgataatgga ccccaaaatc agcgaaatgc</w:t>
      </w:r>
    </w:p>
    <w:p w14:paraId="2C295A38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actccgcatt acgtttggtg gaccctcaga ttc                             </w:t>
      </w:r>
    </w:p>
    <w:p w14:paraId="4976D5F5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319 bp]    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"https://www.ncbi.nlm.nih.gov/nuccore/ON334146.1?expand-gaps=on" </w:instrTex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5CC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EFAFA0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28013                                                          atcatatg</w:t>
      </w:r>
    </w:p>
    <w:p w14:paraId="2D560F0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ggttgcaact gagggagcct tgaatacacc aaaagatcac attggcaccc gcaatcctgc</w:t>
      </w:r>
    </w:p>
    <w:p w14:paraId="598BFDA0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taacaatgct gcaatcgtgc tacaacttcc tcaaggaaca acattgccaa aaggcttcta</w:t>
      </w:r>
    </w:p>
    <w:p w14:paraId="6A8DBAC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cgcagaaggg agcagaggcg gcagtcaagc ctcttctcgt tcctcatcac gtagtcgcaa</w:t>
      </w:r>
    </w:p>
    <w:p w14:paraId="5A43C52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cagttcaaga aattcaactc caggcagcag taaacgaact tctcctgcta gaatggctgg</w:t>
      </w:r>
    </w:p>
    <w:p w14:paraId="74EF46F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caatggcggt gatgctgctc ttgctttgct gctgcttgac agattgaacc agcttgagag</w:t>
      </w:r>
    </w:p>
    <w:p w14:paraId="1A82CE8C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caaaatgtct ggtaaaggcc aacaacaaca aggccaaact gtcactaaga aatctgctgc</w:t>
      </w:r>
    </w:p>
    <w:p w14:paraId="273A8FBA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tgaggcttct aagaagcctc ggcaaaaacg tactgccact aaagcataca atgtaacaca</w:t>
      </w:r>
    </w:p>
    <w:p w14:paraId="0CA89543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agctttcggc agacgtggtc cagaacaaac ccaaggaaat tttggggacc aggaactaat</w:t>
      </w:r>
    </w:p>
    <w:p w14:paraId="3A72D1C7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cagacaagga actgattaca aacattggcc gcaaattgca caatttgccc ccagcgcttc</w:t>
      </w:r>
    </w:p>
    <w:p w14:paraId="61E6A01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agcgttcttc ggaatgtcgc gcattggcat ggaagtcaca ccttcgggaa cgtggttgac</w:t>
      </w:r>
    </w:p>
    <w:p w14:paraId="6798D2FE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ctacacaggt gccatcaaat tggatgacaa agatccaaat ttcaaagatc aagtcatttt</w:t>
      </w:r>
    </w:p>
    <w:p w14:paraId="6CE35A6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gctgaataag catattgacg catacaaaac attcccacca acagagccta aaaaggacaa</w:t>
      </w:r>
    </w:p>
    <w:p w14:paraId="690FEC1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28741 aaagaagaag gctgatgaaa ctcaagcctt accgcagaga cagaagaaac agcaaactgt</w:t>
      </w:r>
    </w:p>
    <w:p w14:paraId="22E23ED9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gactcttctt cctgctgcag atttggatga tttctccaaa caattgcaac aatccatgag</w:t>
      </w:r>
    </w:p>
    <w:p w14:paraId="5C91DFA6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cagtgctgac tcaactcagg cctaaactca tgcagaccac acaaggcaga tgggctatat</w:t>
      </w:r>
    </w:p>
    <w:p w14:paraId="633DD4D2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aaacgttttc gcttttccgt ttacgatata tagtctactc tt</w:t>
      </w:r>
    </w:p>
    <w:p w14:paraId="561A5D3F" w14:textId="77777777" w:rsidR="00BA5CC8" w:rsidRPr="00BA5CC8" w:rsidRDefault="00BA5CC8" w:rsidP="00BA5C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5CC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4389C1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CC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A5CC8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1029D2"/>
  <w15:chartTrackingRefBased/>
  <w15:docId w15:val="{B9BE0273-4834-AD49-9BFE-643AE4BC2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3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3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92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3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23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43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10640</Words>
  <Characters>60653</Characters>
  <Application>Microsoft Office Word</Application>
  <DocSecurity>0</DocSecurity>
  <Lines>505</Lines>
  <Paragraphs>142</Paragraphs>
  <ScaleCrop>false</ScaleCrop>
  <Company/>
  <LinksUpToDate>false</LinksUpToDate>
  <CharactersWithSpaces>71151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2023-02-03T11:48:00Z</dcterms:created>
  <dcterms:modified xsi:type="dcterms:W3CDTF">2023-02-03T11:49:00Z</dcterms:modified>
</cp:coreProperties>
</file>